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64" w:rsidRDefault="001641D4" w:rsidP="0019680A">
      <w:pPr>
        <w:tabs>
          <w:tab w:val="left" w:pos="1134"/>
        </w:tabs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EC6" w:rsidRPr="00E51A43" w:rsidRDefault="004D0EC6" w:rsidP="00286EBC">
      <w:pPr>
        <w:tabs>
          <w:tab w:val="left" w:pos="1134"/>
        </w:tabs>
        <w:spacing w:after="40" w:line="288" w:lineRule="auto"/>
        <w:jc w:val="both"/>
        <w:rPr>
          <w:rFonts w:cs="Arial"/>
          <w:b/>
          <w:bCs/>
        </w:rPr>
      </w:pPr>
      <w:proofErr w:type="gramStart"/>
      <w:r w:rsidRPr="00E51A43">
        <w:rPr>
          <w:rFonts w:cs="Arial"/>
        </w:rPr>
        <w:t>Assunto:</w:t>
      </w:r>
      <w:r w:rsidRPr="00E51A43">
        <w:rPr>
          <w:rFonts w:cs="Arial"/>
        </w:rPr>
        <w:tab/>
      </w:r>
      <w:proofErr w:type="gramEnd"/>
      <w:r w:rsidR="002A1387" w:rsidRPr="00E51A43">
        <w:rPr>
          <w:rFonts w:cs="Arial"/>
          <w:b/>
        </w:rPr>
        <w:t xml:space="preserve">PAUTA RESUMIDA PARA A </w:t>
      </w:r>
      <w:r w:rsidR="0023469D" w:rsidRPr="00E51A43">
        <w:rPr>
          <w:rFonts w:cs="Arial"/>
          <w:b/>
        </w:rPr>
        <w:t>3</w:t>
      </w:r>
      <w:r w:rsidR="009505BB">
        <w:rPr>
          <w:rFonts w:cs="Arial"/>
          <w:b/>
        </w:rPr>
        <w:t>8</w:t>
      </w:r>
      <w:r w:rsidRPr="00E51A43">
        <w:rPr>
          <w:rFonts w:cs="Arial"/>
          <w:b/>
        </w:rPr>
        <w:t>ª SESSÃO ORDINÁRIA</w:t>
      </w:r>
      <w:r w:rsidRPr="00E51A43">
        <w:rPr>
          <w:rFonts w:cs="Arial"/>
          <w:b/>
          <w:bCs/>
        </w:rPr>
        <w:t xml:space="preserve"> DO ANO DE 202</w:t>
      </w:r>
      <w:r w:rsidR="005C6437" w:rsidRPr="00E51A43">
        <w:rPr>
          <w:rFonts w:cs="Arial"/>
          <w:b/>
          <w:bCs/>
        </w:rPr>
        <w:t>5</w:t>
      </w:r>
    </w:p>
    <w:p w:rsidR="004D0EC6" w:rsidRPr="00E51A43" w:rsidRDefault="004D0EC6" w:rsidP="00286EBC">
      <w:pPr>
        <w:tabs>
          <w:tab w:val="left" w:pos="1134"/>
        </w:tabs>
        <w:spacing w:after="40" w:line="288" w:lineRule="auto"/>
        <w:jc w:val="both"/>
        <w:rPr>
          <w:rFonts w:cs="Arial"/>
          <w:b/>
          <w:bCs/>
        </w:rPr>
      </w:pPr>
      <w:proofErr w:type="gramStart"/>
      <w:r w:rsidRPr="00E51A43">
        <w:rPr>
          <w:rFonts w:cs="Arial"/>
        </w:rPr>
        <w:t>Data:</w:t>
      </w:r>
      <w:r w:rsidRPr="00E51A43">
        <w:rPr>
          <w:rFonts w:cs="Arial"/>
        </w:rPr>
        <w:tab/>
      </w:r>
      <w:proofErr w:type="gramEnd"/>
      <w:r w:rsidR="009505BB">
        <w:rPr>
          <w:rFonts w:cs="Arial"/>
          <w:b/>
        </w:rPr>
        <w:t>26</w:t>
      </w:r>
      <w:r w:rsidR="001523D7" w:rsidRPr="00E51A43">
        <w:rPr>
          <w:rFonts w:cs="Arial"/>
          <w:b/>
        </w:rPr>
        <w:t>/</w:t>
      </w:r>
      <w:r w:rsidR="0023469D" w:rsidRPr="00E51A43">
        <w:rPr>
          <w:rFonts w:cs="Arial"/>
          <w:b/>
        </w:rPr>
        <w:t>1</w:t>
      </w:r>
      <w:r w:rsidR="00335C78" w:rsidRPr="00E51A43">
        <w:rPr>
          <w:rFonts w:cs="Arial"/>
          <w:b/>
        </w:rPr>
        <w:t>1</w:t>
      </w:r>
      <w:r w:rsidRPr="00E51A43">
        <w:rPr>
          <w:rFonts w:cs="Arial"/>
          <w:b/>
        </w:rPr>
        <w:t>/202</w:t>
      </w:r>
      <w:r w:rsidR="003070FF" w:rsidRPr="00E51A43">
        <w:rPr>
          <w:rFonts w:cs="Arial"/>
          <w:b/>
        </w:rPr>
        <w:t>5</w:t>
      </w:r>
      <w:r w:rsidR="009A3BA1" w:rsidRPr="00E51A43">
        <w:rPr>
          <w:rFonts w:cs="Arial"/>
          <w:b/>
          <w:bCs/>
        </w:rPr>
        <w:t xml:space="preserve"> (</w:t>
      </w:r>
      <w:r w:rsidR="00E45317" w:rsidRPr="00E51A43">
        <w:rPr>
          <w:rFonts w:cs="Arial"/>
          <w:b/>
          <w:bCs/>
        </w:rPr>
        <w:t>qu</w:t>
      </w:r>
      <w:r w:rsidR="00335C78" w:rsidRPr="00E51A43">
        <w:rPr>
          <w:rFonts w:cs="Arial"/>
          <w:b/>
          <w:bCs/>
        </w:rPr>
        <w:t>ar</w:t>
      </w:r>
      <w:r w:rsidR="001108FE" w:rsidRPr="00E51A43">
        <w:rPr>
          <w:rFonts w:cs="Arial"/>
          <w:b/>
          <w:bCs/>
        </w:rPr>
        <w:t>ta</w:t>
      </w:r>
      <w:r w:rsidR="004A2754" w:rsidRPr="00E51A43">
        <w:rPr>
          <w:rFonts w:cs="Arial"/>
          <w:b/>
          <w:bCs/>
        </w:rPr>
        <w:t>-feira</w:t>
      </w:r>
      <w:r w:rsidR="00AB26D4" w:rsidRPr="00E51A43">
        <w:rPr>
          <w:rFonts w:cs="Arial"/>
          <w:b/>
          <w:bCs/>
        </w:rPr>
        <w:t>)</w:t>
      </w:r>
    </w:p>
    <w:p w:rsidR="004D0EC6" w:rsidRPr="00E51A43" w:rsidRDefault="004D0EC6" w:rsidP="00286EBC">
      <w:pPr>
        <w:tabs>
          <w:tab w:val="left" w:pos="1134"/>
        </w:tabs>
        <w:spacing w:after="40" w:line="288" w:lineRule="auto"/>
        <w:jc w:val="both"/>
        <w:rPr>
          <w:rFonts w:cs="Arial"/>
          <w:b/>
          <w:bCs/>
        </w:rPr>
      </w:pPr>
      <w:proofErr w:type="gramStart"/>
      <w:r w:rsidRPr="00E51A43">
        <w:rPr>
          <w:rFonts w:cs="Arial"/>
        </w:rPr>
        <w:t>Início:</w:t>
      </w:r>
      <w:r w:rsidRPr="00E51A43">
        <w:rPr>
          <w:rFonts w:cs="Arial"/>
        </w:rPr>
        <w:tab/>
      </w:r>
      <w:proofErr w:type="gramEnd"/>
      <w:r w:rsidR="00434A1E" w:rsidRPr="00E51A43">
        <w:rPr>
          <w:rFonts w:cs="Arial"/>
          <w:b/>
          <w:bCs/>
        </w:rPr>
        <w:t>09</w:t>
      </w:r>
      <w:r w:rsidRPr="00E51A43">
        <w:rPr>
          <w:rFonts w:cs="Arial"/>
          <w:b/>
          <w:bCs/>
        </w:rPr>
        <w:t xml:space="preserve"> horas</w:t>
      </w:r>
    </w:p>
    <w:p w:rsidR="00CF7C3A" w:rsidRDefault="00CF7C3A" w:rsidP="00BA4DB9">
      <w:pPr>
        <w:jc w:val="both"/>
        <w:rPr>
          <w:rFonts w:cs="Arial"/>
          <w:b/>
          <w:bCs/>
          <w:sz w:val="20"/>
          <w:szCs w:val="20"/>
        </w:rPr>
      </w:pPr>
    </w:p>
    <w:p w:rsidR="004D0EC6" w:rsidRPr="00E51A43" w:rsidRDefault="004D0EC6" w:rsidP="00BA4DB9">
      <w:pPr>
        <w:spacing w:line="307" w:lineRule="auto"/>
        <w:jc w:val="both"/>
        <w:rPr>
          <w:rFonts w:cs="Arial"/>
          <w:b/>
          <w:bCs/>
        </w:rPr>
      </w:pPr>
      <w:proofErr w:type="gramStart"/>
      <w:r w:rsidRPr="00E51A43">
        <w:rPr>
          <w:rFonts w:cs="Arial"/>
          <w:b/>
          <w:bCs/>
        </w:rPr>
        <w:t>Senhor(</w:t>
      </w:r>
      <w:proofErr w:type="gramEnd"/>
      <w:r w:rsidRPr="00E51A43">
        <w:rPr>
          <w:rFonts w:cs="Arial"/>
          <w:b/>
          <w:bCs/>
        </w:rPr>
        <w:t>a) Vereador(a),</w:t>
      </w:r>
    </w:p>
    <w:p w:rsidR="00DC0564" w:rsidRDefault="00DC0564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4D0EC6" w:rsidRPr="00E51A43" w:rsidRDefault="004D0EC6" w:rsidP="00286EBC">
      <w:pPr>
        <w:spacing w:after="80" w:line="288" w:lineRule="auto"/>
        <w:jc w:val="both"/>
        <w:rPr>
          <w:rFonts w:cs="Arial"/>
          <w:bCs/>
        </w:rPr>
      </w:pPr>
      <w:r w:rsidRPr="00E51A43">
        <w:rPr>
          <w:rFonts w:cs="Arial"/>
        </w:rPr>
        <w:t xml:space="preserve">Por ordem do Presidente desta Casa Legislativa, o Vereador </w:t>
      </w:r>
      <w:r w:rsidR="00BE52F6" w:rsidRPr="00E51A43">
        <w:rPr>
          <w:rFonts w:cs="Arial"/>
        </w:rPr>
        <w:t>Paulo Luís Santos</w:t>
      </w:r>
      <w:r w:rsidRPr="00E51A43">
        <w:rPr>
          <w:rFonts w:cs="Arial"/>
        </w:rPr>
        <w:t xml:space="preserve">, observadas as disposições legais e regimentais vigentes, informo a pauta resumida para </w:t>
      </w:r>
      <w:r w:rsidR="00641467" w:rsidRPr="00E51A43">
        <w:rPr>
          <w:rFonts w:cs="Arial"/>
        </w:rPr>
        <w:t xml:space="preserve">a </w:t>
      </w:r>
      <w:r w:rsidRPr="00E51A43">
        <w:rPr>
          <w:rFonts w:cs="Arial"/>
        </w:rPr>
        <w:t>Sessão Ordinária acima referida</w:t>
      </w:r>
      <w:r w:rsidRPr="00E51A43">
        <w:rPr>
          <w:rFonts w:cs="Arial"/>
          <w:bCs/>
        </w:rPr>
        <w:t>:</w:t>
      </w:r>
    </w:p>
    <w:p w:rsidR="00CA4592" w:rsidRPr="00E51A43" w:rsidRDefault="00FE18AA" w:rsidP="00286EBC">
      <w:pPr>
        <w:numPr>
          <w:ilvl w:val="0"/>
          <w:numId w:val="14"/>
        </w:numPr>
        <w:spacing w:after="80" w:line="288" w:lineRule="auto"/>
        <w:ind w:left="284" w:hanging="284"/>
        <w:jc w:val="both"/>
        <w:rPr>
          <w:rFonts w:eastAsia="Calibri" w:cs="Arial"/>
        </w:rPr>
      </w:pPr>
      <w:r w:rsidRPr="00E51A43">
        <w:rPr>
          <w:rFonts w:eastAsia="Calibri" w:cs="Arial"/>
        </w:rPr>
        <w:t xml:space="preserve">Ato Solene </w:t>
      </w:r>
      <w:r w:rsidR="009505BB">
        <w:rPr>
          <w:rFonts w:eastAsia="Calibri" w:cs="Arial"/>
        </w:rPr>
        <w:t xml:space="preserve">conjunto </w:t>
      </w:r>
      <w:r w:rsidR="005D10CF">
        <w:rPr>
          <w:rFonts w:eastAsia="Calibri" w:cs="Arial"/>
        </w:rPr>
        <w:t xml:space="preserve">de </w:t>
      </w:r>
      <w:r w:rsidR="009505BB">
        <w:rPr>
          <w:rFonts w:eastAsia="Calibri" w:cs="Arial"/>
        </w:rPr>
        <w:t>Homenagem aos Doadores de Sangue de Jacareí, nos termos do Decreto Legislativo nº 316</w:t>
      </w:r>
      <w:r w:rsidR="004D6DA8">
        <w:rPr>
          <w:rFonts w:eastAsia="Calibri" w:cs="Arial"/>
        </w:rPr>
        <w:t>, de 31/08</w:t>
      </w:r>
      <w:r w:rsidR="009505BB">
        <w:rPr>
          <w:rFonts w:eastAsia="Calibri" w:cs="Arial"/>
        </w:rPr>
        <w:t xml:space="preserve">/2011, e </w:t>
      </w:r>
      <w:r w:rsidR="005D10CF">
        <w:rPr>
          <w:rFonts w:eastAsia="Calibri" w:cs="Arial"/>
        </w:rPr>
        <w:t xml:space="preserve">entrega do </w:t>
      </w:r>
      <w:r w:rsidR="004D6DA8" w:rsidRPr="004D6DA8">
        <w:rPr>
          <w:rFonts w:eastAsia="Calibri" w:cs="Arial"/>
        </w:rPr>
        <w:t>Certificado de Qualidade de Serviços</w:t>
      </w:r>
      <w:r w:rsidR="004D6DA8">
        <w:rPr>
          <w:rFonts w:eastAsia="Calibri" w:cs="Arial"/>
        </w:rPr>
        <w:t xml:space="preserve"> Comerciais “Comércio Nota 10”</w:t>
      </w:r>
      <w:r w:rsidR="00335C78" w:rsidRPr="00E51A43">
        <w:rPr>
          <w:rFonts w:eastAsia="Calibri" w:cs="Arial"/>
        </w:rPr>
        <w:t xml:space="preserve">, </w:t>
      </w:r>
      <w:r w:rsidR="004D6DA8">
        <w:rPr>
          <w:rFonts w:eastAsia="Calibri" w:cs="Arial"/>
        </w:rPr>
        <w:t>em conformidade com o Decreto Legislativo nº 348, de 20/02/2014</w:t>
      </w:r>
      <w:r w:rsidR="00CA4592" w:rsidRPr="00E51A43">
        <w:rPr>
          <w:rFonts w:eastAsia="Calibri" w:cs="Arial"/>
        </w:rPr>
        <w:t>;</w:t>
      </w:r>
    </w:p>
    <w:p w:rsidR="004E2EFD" w:rsidRDefault="004E2EFD" w:rsidP="00286EBC">
      <w:pPr>
        <w:numPr>
          <w:ilvl w:val="0"/>
          <w:numId w:val="14"/>
        </w:numPr>
        <w:spacing w:after="80" w:line="288" w:lineRule="auto"/>
        <w:ind w:left="284" w:hanging="284"/>
        <w:jc w:val="both"/>
        <w:rPr>
          <w:rFonts w:eastAsia="Calibri" w:cs="Arial"/>
        </w:rPr>
      </w:pPr>
      <w:r>
        <w:rPr>
          <w:rFonts w:eastAsia="Calibri" w:cs="Arial"/>
        </w:rPr>
        <w:t xml:space="preserve">Uso da Tribuna Livre pela Senhora </w:t>
      </w:r>
      <w:proofErr w:type="spellStart"/>
      <w:r w:rsidR="009505BB">
        <w:rPr>
          <w:rFonts w:eastAsia="Calibri" w:cs="Arial"/>
        </w:rPr>
        <w:t>Jossiane</w:t>
      </w:r>
      <w:proofErr w:type="spellEnd"/>
      <w:r w:rsidR="009505BB">
        <w:rPr>
          <w:rFonts w:eastAsia="Calibri" w:cs="Arial"/>
        </w:rPr>
        <w:t xml:space="preserve"> </w:t>
      </w:r>
      <w:proofErr w:type="spellStart"/>
      <w:r w:rsidR="009505BB">
        <w:rPr>
          <w:rFonts w:eastAsia="Calibri" w:cs="Arial"/>
        </w:rPr>
        <w:t>Tamashiro</w:t>
      </w:r>
      <w:proofErr w:type="spellEnd"/>
      <w:r>
        <w:rPr>
          <w:rFonts w:eastAsia="Calibri" w:cs="Arial"/>
        </w:rPr>
        <w:t xml:space="preserve">, </w:t>
      </w:r>
      <w:r w:rsidR="009505BB">
        <w:rPr>
          <w:rFonts w:eastAsia="Calibri" w:cs="Arial"/>
        </w:rPr>
        <w:t>mãe de criança integrante da Equipe Olímpica de Altas Habilidades de Jacareí, da Secretaria de Educação</w:t>
      </w:r>
      <w:r>
        <w:rPr>
          <w:rFonts w:eastAsia="Calibri" w:cs="Arial"/>
        </w:rPr>
        <w:t>, para falar sobre o tema “</w:t>
      </w:r>
      <w:r w:rsidR="009505BB">
        <w:rPr>
          <w:rFonts w:eastAsia="Calibri" w:cs="Arial"/>
        </w:rPr>
        <w:t xml:space="preserve">Condição atual e perspectivas para a </w:t>
      </w:r>
      <w:proofErr w:type="spellStart"/>
      <w:r w:rsidR="009505BB">
        <w:rPr>
          <w:rFonts w:eastAsia="Calibri" w:cs="Arial"/>
        </w:rPr>
        <w:t>superdotação</w:t>
      </w:r>
      <w:proofErr w:type="spellEnd"/>
      <w:r w:rsidR="009505BB">
        <w:rPr>
          <w:rFonts w:eastAsia="Calibri" w:cs="Arial"/>
        </w:rPr>
        <w:t xml:space="preserve"> no Município</w:t>
      </w:r>
      <w:r>
        <w:rPr>
          <w:rFonts w:eastAsia="Calibri" w:cs="Arial"/>
        </w:rPr>
        <w:t>”;</w:t>
      </w:r>
    </w:p>
    <w:p w:rsidR="004A3F5A" w:rsidRPr="00E51A43" w:rsidRDefault="00E5705F" w:rsidP="00286EBC">
      <w:pPr>
        <w:numPr>
          <w:ilvl w:val="0"/>
          <w:numId w:val="14"/>
        </w:numPr>
        <w:spacing w:after="80" w:line="288" w:lineRule="auto"/>
        <w:ind w:left="284" w:hanging="284"/>
        <w:jc w:val="both"/>
        <w:rPr>
          <w:rFonts w:eastAsia="Calibri" w:cs="Arial"/>
        </w:rPr>
      </w:pPr>
      <w:r w:rsidRPr="00E51A43">
        <w:rPr>
          <w:rFonts w:eastAsia="Calibri" w:cs="Arial"/>
        </w:rPr>
        <w:t xml:space="preserve">Discussão e votação das </w:t>
      </w:r>
      <w:r w:rsidR="00260056" w:rsidRPr="00E51A43">
        <w:rPr>
          <w:rFonts w:eastAsia="Calibri" w:cs="Arial"/>
        </w:rPr>
        <w:t>matérias</w:t>
      </w:r>
      <w:r w:rsidRPr="00E51A43">
        <w:rPr>
          <w:rFonts w:eastAsia="Calibri" w:cs="Arial"/>
        </w:rPr>
        <w:t xml:space="preserve"> constantes da Ordem do Dia</w:t>
      </w:r>
      <w:r w:rsidR="004A3F5A" w:rsidRPr="00E51A43">
        <w:rPr>
          <w:rFonts w:eastAsia="Calibri" w:cs="Arial"/>
        </w:rPr>
        <w:t>;</w:t>
      </w:r>
    </w:p>
    <w:p w:rsidR="0087716A" w:rsidRPr="00E51A43" w:rsidRDefault="0087716A" w:rsidP="00286EBC">
      <w:pPr>
        <w:numPr>
          <w:ilvl w:val="0"/>
          <w:numId w:val="14"/>
        </w:numPr>
        <w:spacing w:after="80" w:line="288" w:lineRule="auto"/>
        <w:ind w:left="284" w:hanging="284"/>
        <w:jc w:val="both"/>
        <w:rPr>
          <w:rFonts w:eastAsia="Calibri" w:cs="Arial"/>
        </w:rPr>
      </w:pPr>
      <w:r w:rsidRPr="00E51A43">
        <w:rPr>
          <w:rFonts w:eastAsia="Calibri" w:cs="Arial"/>
        </w:rPr>
        <w:t>Leitura e votação dos trabalhos legislativos;</w:t>
      </w:r>
    </w:p>
    <w:p w:rsidR="00F474B2" w:rsidRPr="00E51A43" w:rsidRDefault="00FE1407" w:rsidP="00286EBC">
      <w:pPr>
        <w:numPr>
          <w:ilvl w:val="0"/>
          <w:numId w:val="14"/>
        </w:numPr>
        <w:spacing w:after="80" w:line="288" w:lineRule="auto"/>
        <w:ind w:left="284" w:hanging="284"/>
        <w:jc w:val="both"/>
        <w:rPr>
          <w:rFonts w:eastAsia="Calibri" w:cs="Arial"/>
        </w:rPr>
      </w:pPr>
      <w:r w:rsidRPr="00E51A43">
        <w:rPr>
          <w:rFonts w:eastAsia="Calibri" w:cs="Arial"/>
        </w:rPr>
        <w:t>U</w:t>
      </w:r>
      <w:r w:rsidR="00F474B2" w:rsidRPr="00E51A43">
        <w:rPr>
          <w:rFonts w:eastAsia="Calibri" w:cs="Arial"/>
        </w:rPr>
        <w:t xml:space="preserve">so da Tribuna </w:t>
      </w:r>
      <w:r w:rsidRPr="00E51A43">
        <w:rPr>
          <w:rFonts w:eastAsia="Calibri" w:cs="Arial"/>
        </w:rPr>
        <w:t>pelos Vereadores no horário dos</w:t>
      </w:r>
      <w:r w:rsidR="00F474B2" w:rsidRPr="00E51A43">
        <w:rPr>
          <w:rFonts w:eastAsia="Calibri" w:cs="Arial"/>
        </w:rPr>
        <w:t xml:space="preserve"> Temas Livres</w:t>
      </w:r>
      <w:r w:rsidRPr="00E51A43">
        <w:rPr>
          <w:rFonts w:eastAsia="Calibri" w:cs="Arial"/>
        </w:rPr>
        <w:t>.</w:t>
      </w:r>
    </w:p>
    <w:p w:rsidR="0064127A" w:rsidRDefault="0064127A" w:rsidP="00C00C31">
      <w:pPr>
        <w:jc w:val="both"/>
        <w:rPr>
          <w:rFonts w:eastAsia="Calibri" w:cs="Arial"/>
          <w:sz w:val="14"/>
          <w:szCs w:val="14"/>
        </w:rPr>
      </w:pPr>
    </w:p>
    <w:p w:rsidR="00E5705F" w:rsidRPr="00E51A43" w:rsidRDefault="00E5705F" w:rsidP="00286EBC">
      <w:pPr>
        <w:numPr>
          <w:ilvl w:val="0"/>
          <w:numId w:val="16"/>
        </w:numPr>
        <w:pBdr>
          <w:top w:val="single" w:sz="4" w:space="1" w:color="auto"/>
        </w:pBdr>
        <w:spacing w:after="120" w:line="307" w:lineRule="auto"/>
        <w:ind w:left="425" w:hanging="425"/>
        <w:jc w:val="both"/>
        <w:rPr>
          <w:rFonts w:cs="Arial"/>
        </w:rPr>
      </w:pPr>
      <w:r w:rsidRPr="00E51A43">
        <w:rPr>
          <w:rFonts w:cs="Arial"/>
          <w:b/>
          <w:bCs/>
          <w:u w:val="single"/>
        </w:rPr>
        <w:t>ORDEM DO DIA</w:t>
      </w:r>
      <w:r w:rsidRPr="00E51A43">
        <w:rPr>
          <w:rFonts w:cs="Arial"/>
        </w:rPr>
        <w:t>:</w:t>
      </w:r>
    </w:p>
    <w:p w:rsidR="00CF77D2" w:rsidRPr="00E51A43" w:rsidRDefault="00CF77D2" w:rsidP="00286EBC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 xml:space="preserve">Discussão única do PLL nº </w:t>
      </w:r>
      <w:r w:rsidR="009B0F39">
        <w:rPr>
          <w:rFonts w:cs="Arial"/>
          <w:b/>
          <w:color w:val="000000"/>
          <w:u w:val="single"/>
        </w:rPr>
        <w:t>1</w:t>
      </w:r>
      <w:r w:rsidR="004D6DA8">
        <w:rPr>
          <w:rFonts w:cs="Arial"/>
          <w:b/>
          <w:color w:val="000000"/>
          <w:u w:val="single"/>
        </w:rPr>
        <w:t>29</w:t>
      </w:r>
      <w:r w:rsidRPr="00E51A43">
        <w:rPr>
          <w:rFonts w:cs="Arial"/>
          <w:b/>
          <w:color w:val="000000"/>
          <w:u w:val="single"/>
        </w:rPr>
        <w:t>/2025 - Projeto de Lei do Legislativo</w:t>
      </w:r>
    </w:p>
    <w:p w:rsidR="008422EA" w:rsidRPr="008422EA" w:rsidRDefault="008422EA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Autoria</w:t>
      </w:r>
      <w:r w:rsidRPr="008422EA">
        <w:rPr>
          <w:rFonts w:cs="Arial"/>
          <w:color w:val="000000"/>
        </w:rPr>
        <w:t xml:space="preserve">: </w:t>
      </w:r>
      <w:r w:rsidR="009B0F39" w:rsidRPr="00E51A43">
        <w:rPr>
          <w:rFonts w:cs="Arial"/>
          <w:color w:val="000000"/>
        </w:rPr>
        <w:t xml:space="preserve">Vereador </w:t>
      </w:r>
      <w:r w:rsidR="004D6DA8" w:rsidRPr="004D6DA8">
        <w:rPr>
          <w:rFonts w:cs="Arial"/>
          <w:color w:val="000000"/>
        </w:rPr>
        <w:t>Paulinho do Esporte</w:t>
      </w:r>
      <w:r w:rsidRPr="008422EA">
        <w:rPr>
          <w:rFonts w:cs="Arial"/>
          <w:color w:val="000000"/>
        </w:rPr>
        <w:t>.</w:t>
      </w:r>
    </w:p>
    <w:p w:rsidR="008422EA" w:rsidRDefault="008422EA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Assunto</w:t>
      </w:r>
      <w:r w:rsidRPr="008422EA">
        <w:rPr>
          <w:rFonts w:cs="Arial"/>
          <w:color w:val="000000"/>
        </w:rPr>
        <w:t xml:space="preserve">: </w:t>
      </w:r>
      <w:r w:rsidR="004D6DA8" w:rsidRPr="004D6DA8">
        <w:rPr>
          <w:rFonts w:cs="Arial"/>
          <w:color w:val="000000"/>
        </w:rPr>
        <w:t xml:space="preserve">Institui o Programa Municipal de Atenção Integral às Pessoas com </w:t>
      </w:r>
      <w:proofErr w:type="spellStart"/>
      <w:r w:rsidR="004D6DA8" w:rsidRPr="004D6DA8">
        <w:rPr>
          <w:rFonts w:cs="Arial"/>
          <w:color w:val="000000"/>
        </w:rPr>
        <w:t>Superdotação</w:t>
      </w:r>
      <w:proofErr w:type="spellEnd"/>
      <w:r w:rsidR="004D6DA8" w:rsidRPr="004D6DA8">
        <w:rPr>
          <w:rFonts w:cs="Arial"/>
          <w:color w:val="000000"/>
        </w:rPr>
        <w:t xml:space="preserve"> de Jacareí, e estabelece o Dia Municipal de Conscientização sobre </w:t>
      </w:r>
      <w:r w:rsidR="004D6DA8">
        <w:rPr>
          <w:rFonts w:cs="Arial"/>
          <w:color w:val="000000"/>
        </w:rPr>
        <w:t>a</w:t>
      </w:r>
      <w:r w:rsidR="004D6DA8" w:rsidRPr="004D6DA8">
        <w:rPr>
          <w:rFonts w:cs="Arial"/>
          <w:color w:val="000000"/>
        </w:rPr>
        <w:t xml:space="preserve">s Pessoas com </w:t>
      </w:r>
      <w:proofErr w:type="spellStart"/>
      <w:r w:rsidR="004D6DA8" w:rsidRPr="004D6DA8">
        <w:rPr>
          <w:rFonts w:cs="Arial"/>
          <w:color w:val="000000"/>
        </w:rPr>
        <w:t>Superdotação</w:t>
      </w:r>
      <w:proofErr w:type="spellEnd"/>
      <w:r w:rsidR="004D6DA8" w:rsidRPr="004D6DA8">
        <w:rPr>
          <w:rFonts w:cs="Arial"/>
          <w:color w:val="000000"/>
        </w:rPr>
        <w:t xml:space="preserve"> e dá outras providências.</w:t>
      </w:r>
    </w:p>
    <w:p w:rsidR="00E4215A" w:rsidRDefault="00E4215A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174305" w:rsidRDefault="00174305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9B0F39" w:rsidRPr="00E51A43" w:rsidRDefault="009B0F39" w:rsidP="00286EBC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 xml:space="preserve">Discussão única do PLL nº </w:t>
      </w:r>
      <w:r w:rsidR="004D6DA8">
        <w:rPr>
          <w:rFonts w:cs="Arial"/>
          <w:b/>
          <w:color w:val="000000"/>
          <w:u w:val="single"/>
        </w:rPr>
        <w:t>11</w:t>
      </w:r>
      <w:r w:rsidR="0093510B">
        <w:rPr>
          <w:rFonts w:cs="Arial"/>
          <w:b/>
          <w:color w:val="000000"/>
          <w:u w:val="single"/>
        </w:rPr>
        <w:t>7</w:t>
      </w:r>
      <w:bookmarkStart w:id="0" w:name="_GoBack"/>
      <w:bookmarkEnd w:id="0"/>
      <w:r w:rsidRPr="00E51A43">
        <w:rPr>
          <w:rFonts w:cs="Arial"/>
          <w:b/>
          <w:color w:val="000000"/>
          <w:u w:val="single"/>
        </w:rPr>
        <w:t>/2025 - Projeto de Lei do Legislativo</w:t>
      </w:r>
    </w:p>
    <w:p w:rsidR="009B0F39" w:rsidRPr="008422EA" w:rsidRDefault="009B0F39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Autoria</w:t>
      </w:r>
      <w:r w:rsidRPr="008422EA">
        <w:rPr>
          <w:rFonts w:cs="Arial"/>
          <w:color w:val="000000"/>
        </w:rPr>
        <w:t xml:space="preserve">: Vereador </w:t>
      </w:r>
      <w:r w:rsidR="004D6DA8" w:rsidRPr="004D6DA8">
        <w:rPr>
          <w:rFonts w:cs="Arial"/>
          <w:color w:val="000000"/>
        </w:rPr>
        <w:t>Hernani Barreto</w:t>
      </w:r>
      <w:r w:rsidRPr="008422EA">
        <w:rPr>
          <w:rFonts w:cs="Arial"/>
          <w:color w:val="000000"/>
        </w:rPr>
        <w:t>.</w:t>
      </w:r>
    </w:p>
    <w:p w:rsidR="009B0F39" w:rsidRDefault="009B0F39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Assunto</w:t>
      </w:r>
      <w:r w:rsidRPr="008422EA">
        <w:rPr>
          <w:rFonts w:cs="Arial"/>
          <w:color w:val="000000"/>
        </w:rPr>
        <w:t xml:space="preserve">: </w:t>
      </w:r>
      <w:r w:rsidR="004D6DA8" w:rsidRPr="004D6DA8">
        <w:rPr>
          <w:rFonts w:cs="Arial"/>
          <w:color w:val="000000"/>
        </w:rPr>
        <w:t>Declara de Utilidade Pública a "Radar Companhia de Dança".</w:t>
      </w:r>
    </w:p>
    <w:p w:rsidR="00C352B9" w:rsidRDefault="00C352B9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174305" w:rsidRDefault="00174305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D24E94" w:rsidRPr="00E10809" w:rsidRDefault="00D24E94" w:rsidP="00286EBC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10809">
        <w:rPr>
          <w:rFonts w:cs="Arial"/>
          <w:b/>
          <w:color w:val="000000"/>
          <w:u w:val="single"/>
        </w:rPr>
        <w:t xml:space="preserve">Discussão única do </w:t>
      </w:r>
      <w:r w:rsidR="00174305" w:rsidRPr="00E51A43">
        <w:rPr>
          <w:rFonts w:cs="Arial"/>
          <w:b/>
          <w:color w:val="000000"/>
          <w:u w:val="single"/>
        </w:rPr>
        <w:t xml:space="preserve">PLL nº </w:t>
      </w:r>
      <w:r w:rsidR="00174305">
        <w:rPr>
          <w:rFonts w:cs="Arial"/>
          <w:b/>
          <w:color w:val="000000"/>
          <w:u w:val="single"/>
        </w:rPr>
        <w:t>108</w:t>
      </w:r>
      <w:r w:rsidR="00174305" w:rsidRPr="00E51A43">
        <w:rPr>
          <w:rFonts w:cs="Arial"/>
          <w:b/>
          <w:color w:val="000000"/>
          <w:u w:val="single"/>
        </w:rPr>
        <w:t>/2025 - Projeto de Lei do Legislativo</w:t>
      </w:r>
    </w:p>
    <w:p w:rsidR="00D24E94" w:rsidRPr="00E10809" w:rsidRDefault="00D24E94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10809">
        <w:rPr>
          <w:rFonts w:cs="Arial"/>
          <w:color w:val="000000"/>
          <w:u w:val="single"/>
        </w:rPr>
        <w:t>Autoria</w:t>
      </w:r>
      <w:r w:rsidRPr="00E10809">
        <w:rPr>
          <w:rFonts w:cs="Arial"/>
          <w:color w:val="000000"/>
        </w:rPr>
        <w:t xml:space="preserve">: </w:t>
      </w:r>
      <w:r w:rsidRPr="00E51A43">
        <w:rPr>
          <w:rFonts w:cs="Arial"/>
          <w:color w:val="000000"/>
        </w:rPr>
        <w:t xml:space="preserve">Vereador </w:t>
      </w:r>
      <w:proofErr w:type="spellStart"/>
      <w:r w:rsidRPr="00D24E94">
        <w:rPr>
          <w:rFonts w:cs="Arial"/>
          <w:color w:val="000000"/>
        </w:rPr>
        <w:t>Juex</w:t>
      </w:r>
      <w:proofErr w:type="spellEnd"/>
      <w:r w:rsidRPr="00D24E94">
        <w:rPr>
          <w:rFonts w:cs="Arial"/>
          <w:color w:val="000000"/>
        </w:rPr>
        <w:t xml:space="preserve"> Almeida</w:t>
      </w:r>
      <w:r w:rsidRPr="00E10809">
        <w:rPr>
          <w:rFonts w:cs="Arial"/>
          <w:color w:val="000000"/>
        </w:rPr>
        <w:t>.</w:t>
      </w:r>
    </w:p>
    <w:p w:rsidR="00D24E94" w:rsidRPr="00E10809" w:rsidRDefault="00D24E94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10809">
        <w:rPr>
          <w:rFonts w:cs="Arial"/>
          <w:color w:val="000000"/>
          <w:u w:val="single"/>
        </w:rPr>
        <w:t>Assunto</w:t>
      </w:r>
      <w:r w:rsidRPr="00E10809">
        <w:rPr>
          <w:rFonts w:cs="Arial"/>
          <w:color w:val="000000"/>
        </w:rPr>
        <w:t xml:space="preserve">: </w:t>
      </w:r>
      <w:r w:rsidR="00174305" w:rsidRPr="00174305">
        <w:rPr>
          <w:rFonts w:cs="Arial"/>
          <w:color w:val="000000"/>
        </w:rPr>
        <w:t xml:space="preserve">Institui a Política Municipal de </w:t>
      </w:r>
      <w:proofErr w:type="spellStart"/>
      <w:r w:rsidR="00174305" w:rsidRPr="00174305">
        <w:rPr>
          <w:rFonts w:cs="Arial"/>
          <w:color w:val="000000"/>
        </w:rPr>
        <w:t>Videomonitoramento</w:t>
      </w:r>
      <w:proofErr w:type="spellEnd"/>
      <w:r w:rsidR="00174305" w:rsidRPr="00174305">
        <w:rPr>
          <w:rFonts w:cs="Arial"/>
          <w:color w:val="000000"/>
        </w:rPr>
        <w:t xml:space="preserve"> Colaborativo no Município de Jacareí e dá outras providências.</w:t>
      </w:r>
    </w:p>
    <w:p w:rsidR="00D24E94" w:rsidRDefault="00D24E94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174305" w:rsidRDefault="00174305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796842" w:rsidRPr="00E10809" w:rsidRDefault="00796842" w:rsidP="00796842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10809">
        <w:rPr>
          <w:rFonts w:cs="Arial"/>
          <w:b/>
          <w:color w:val="000000"/>
          <w:u w:val="single"/>
        </w:rPr>
        <w:t xml:space="preserve">Discussão única do </w:t>
      </w:r>
      <w:r>
        <w:rPr>
          <w:rFonts w:cs="Arial"/>
          <w:b/>
          <w:color w:val="000000"/>
          <w:u w:val="single"/>
        </w:rPr>
        <w:t>PLE nº 40</w:t>
      </w:r>
      <w:r w:rsidRPr="00D24E94">
        <w:rPr>
          <w:rFonts w:cs="Arial"/>
          <w:b/>
          <w:color w:val="000000"/>
          <w:u w:val="single"/>
        </w:rPr>
        <w:t>/2025 - Projeto de Lei do Executivo</w:t>
      </w:r>
    </w:p>
    <w:p w:rsidR="00796842" w:rsidRPr="00E10809" w:rsidRDefault="00796842" w:rsidP="00796842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10809">
        <w:rPr>
          <w:rFonts w:cs="Arial"/>
          <w:color w:val="000000"/>
          <w:u w:val="single"/>
        </w:rPr>
        <w:t>Autoria</w:t>
      </w:r>
      <w:r w:rsidRPr="00E10809">
        <w:rPr>
          <w:rFonts w:cs="Arial"/>
          <w:color w:val="000000"/>
        </w:rPr>
        <w:t xml:space="preserve">: </w:t>
      </w:r>
      <w:r w:rsidRPr="00D24E94">
        <w:rPr>
          <w:rFonts w:cs="Arial"/>
          <w:color w:val="000000"/>
        </w:rPr>
        <w:t>Prefeito Municipal Celso Florêncio de Souza</w:t>
      </w:r>
      <w:r w:rsidRPr="00E10809">
        <w:rPr>
          <w:rFonts w:cs="Arial"/>
          <w:color w:val="000000"/>
        </w:rPr>
        <w:t>.</w:t>
      </w:r>
    </w:p>
    <w:p w:rsidR="00796842" w:rsidRPr="00E10809" w:rsidRDefault="00796842" w:rsidP="00796842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10809">
        <w:rPr>
          <w:rFonts w:cs="Arial"/>
          <w:color w:val="000000"/>
          <w:u w:val="single"/>
        </w:rPr>
        <w:t>Assunto</w:t>
      </w:r>
      <w:r w:rsidRPr="00E10809">
        <w:rPr>
          <w:rFonts w:cs="Arial"/>
          <w:color w:val="000000"/>
        </w:rPr>
        <w:t xml:space="preserve">: </w:t>
      </w:r>
      <w:r w:rsidRPr="00796842">
        <w:rPr>
          <w:rFonts w:cs="Arial"/>
          <w:color w:val="000000"/>
        </w:rPr>
        <w:t>Institui a Política Municipal de Cultura de Paz e Cidadania no Município de Jacareí e dá outras providências.</w:t>
      </w:r>
    </w:p>
    <w:p w:rsidR="00796842" w:rsidRDefault="00796842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796842" w:rsidRDefault="00796842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D24E94" w:rsidRPr="00E10809" w:rsidRDefault="00166836" w:rsidP="00286EBC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lastRenderedPageBreak/>
        <w:t>Segunda</w:t>
      </w:r>
      <w:r w:rsidR="00C12730">
        <w:rPr>
          <w:rFonts w:cs="Arial"/>
          <w:b/>
          <w:color w:val="000000"/>
          <w:u w:val="single"/>
        </w:rPr>
        <w:t xml:space="preserve"> d</w:t>
      </w:r>
      <w:r w:rsidR="00D24E94" w:rsidRPr="00E10809">
        <w:rPr>
          <w:rFonts w:cs="Arial"/>
          <w:b/>
          <w:color w:val="000000"/>
          <w:u w:val="single"/>
        </w:rPr>
        <w:t xml:space="preserve">iscussão do </w:t>
      </w:r>
      <w:r w:rsidR="00D24E94">
        <w:rPr>
          <w:rFonts w:cs="Arial"/>
          <w:b/>
          <w:color w:val="000000"/>
          <w:u w:val="single"/>
        </w:rPr>
        <w:t xml:space="preserve">PLE nº </w:t>
      </w:r>
      <w:r w:rsidR="00D24E94" w:rsidRPr="00D24E94">
        <w:rPr>
          <w:rFonts w:cs="Arial"/>
          <w:b/>
          <w:color w:val="000000"/>
          <w:u w:val="single"/>
        </w:rPr>
        <w:t>36/2025 - Projeto de Lei do Executivo</w:t>
      </w:r>
    </w:p>
    <w:p w:rsidR="00D24E94" w:rsidRPr="00E10809" w:rsidRDefault="00D24E94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10809">
        <w:rPr>
          <w:rFonts w:cs="Arial"/>
          <w:color w:val="000000"/>
          <w:u w:val="single"/>
        </w:rPr>
        <w:t>Autoria</w:t>
      </w:r>
      <w:r w:rsidRPr="00E10809">
        <w:rPr>
          <w:rFonts w:cs="Arial"/>
          <w:color w:val="000000"/>
        </w:rPr>
        <w:t xml:space="preserve">: </w:t>
      </w:r>
      <w:r w:rsidRPr="00D24E94">
        <w:rPr>
          <w:rFonts w:cs="Arial"/>
          <w:color w:val="000000"/>
        </w:rPr>
        <w:t>Prefeito Municipal Celso Florêncio de Souza</w:t>
      </w:r>
      <w:r w:rsidRPr="00E10809">
        <w:rPr>
          <w:rFonts w:cs="Arial"/>
          <w:color w:val="000000"/>
        </w:rPr>
        <w:t>.</w:t>
      </w:r>
    </w:p>
    <w:p w:rsidR="00D24E94" w:rsidRPr="00E10809" w:rsidRDefault="00D24E94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10809">
        <w:rPr>
          <w:rFonts w:cs="Arial"/>
          <w:color w:val="000000"/>
          <w:u w:val="single"/>
        </w:rPr>
        <w:t>Assunto</w:t>
      </w:r>
      <w:r w:rsidRPr="00E10809">
        <w:rPr>
          <w:rFonts w:cs="Arial"/>
          <w:color w:val="000000"/>
        </w:rPr>
        <w:t xml:space="preserve">: </w:t>
      </w:r>
      <w:r w:rsidRPr="00D24E94">
        <w:rPr>
          <w:rFonts w:cs="Arial"/>
          <w:color w:val="000000"/>
        </w:rPr>
        <w:t>Dispõe sobre o Plano Plurianual do Município de Jacareí, para o período de 2026/2029.</w:t>
      </w:r>
    </w:p>
    <w:p w:rsidR="00D24E94" w:rsidRDefault="00D24E94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174305" w:rsidRDefault="00174305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D0EC6" w:rsidRPr="00E51A43" w:rsidRDefault="004D0EC6" w:rsidP="00796842">
      <w:pPr>
        <w:numPr>
          <w:ilvl w:val="0"/>
          <w:numId w:val="16"/>
        </w:numPr>
        <w:pBdr>
          <w:top w:val="single" w:sz="4" w:space="1" w:color="auto"/>
        </w:pBdr>
        <w:spacing w:before="120" w:after="120" w:line="360" w:lineRule="auto"/>
        <w:ind w:left="425" w:hanging="425"/>
        <w:jc w:val="both"/>
        <w:rPr>
          <w:rFonts w:cs="Arial"/>
          <w:b/>
          <w:bCs/>
          <w:u w:val="single"/>
        </w:rPr>
      </w:pPr>
      <w:r w:rsidRPr="00E51A43">
        <w:rPr>
          <w:rFonts w:cs="Arial"/>
          <w:b/>
          <w:bCs/>
          <w:u w:val="single"/>
        </w:rPr>
        <w:t>ORDEM PARA VOTAÇÃO NOMINAL E PARA TEMAS LIVRES</w:t>
      </w:r>
      <w:r w:rsidR="003B2E87" w:rsidRPr="00E51A43">
        <w:rPr>
          <w:rFonts w:cs="Arial"/>
          <w:b/>
          <w:bCs/>
          <w:u w:val="single"/>
        </w:rPr>
        <w:t>:</w:t>
      </w:r>
    </w:p>
    <w:p w:rsidR="00057CF2" w:rsidRPr="00E51A43" w:rsidRDefault="00057CF2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NETHO ALVES</w:t>
      </w:r>
      <w:r w:rsidRPr="00E51A43">
        <w:rPr>
          <w:rFonts w:cs="Arial"/>
        </w:rPr>
        <w:tab/>
        <w:t>PL</w:t>
      </w:r>
      <w:proofErr w:type="gramStart"/>
      <w:r w:rsidR="00166836" w:rsidRPr="00E51A43">
        <w:rPr>
          <w:rFonts w:cs="Arial"/>
        </w:rPr>
        <w:tab/>
        <w:t>(</w:t>
      </w:r>
      <w:proofErr w:type="gramEnd"/>
      <w:r w:rsidR="00166836" w:rsidRPr="00E51A43">
        <w:rPr>
          <w:rFonts w:cs="Arial"/>
        </w:rPr>
        <w:t>LEITURA DA BÍBLIA)</w:t>
      </w:r>
    </w:p>
    <w:p w:rsidR="00CF7C3A" w:rsidRPr="00E51A43" w:rsidRDefault="008642F6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PAULINHO DO ESPORTE</w:t>
      </w:r>
      <w:r w:rsidRPr="00E51A43">
        <w:rPr>
          <w:rFonts w:cs="Arial"/>
        </w:rPr>
        <w:tab/>
        <w:t>PODEMOS</w:t>
      </w:r>
    </w:p>
    <w:p w:rsidR="00DB2DED" w:rsidRPr="00E51A43" w:rsidRDefault="00DB2DED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PAULINHO DOS CONDUTORES</w:t>
      </w:r>
      <w:r w:rsidRPr="00E51A43">
        <w:rPr>
          <w:rFonts w:cs="Arial"/>
        </w:rPr>
        <w:tab/>
        <w:t>PODEMOS</w:t>
      </w:r>
    </w:p>
    <w:p w:rsidR="00CF7C3A" w:rsidRPr="00E51A43" w:rsidRDefault="00CF7C3A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SIUFARNE DO CIDADE SALVADOR</w:t>
      </w:r>
      <w:r w:rsidRPr="00E51A43">
        <w:rPr>
          <w:rFonts w:cs="Arial"/>
        </w:rPr>
        <w:tab/>
        <w:t>PL</w:t>
      </w:r>
    </w:p>
    <w:p w:rsidR="0023469D" w:rsidRPr="00E51A43" w:rsidRDefault="0023469D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VALMIR DO PARQUE MEIA LUA</w:t>
      </w:r>
      <w:r w:rsidRPr="00E51A43">
        <w:rPr>
          <w:rFonts w:cs="Arial"/>
        </w:rPr>
        <w:tab/>
        <w:t>PP</w:t>
      </w:r>
    </w:p>
    <w:p w:rsidR="00A2267F" w:rsidRPr="00E51A43" w:rsidRDefault="00A2267F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DANIEL MARIANO</w:t>
      </w:r>
      <w:r w:rsidRPr="00E51A43">
        <w:rPr>
          <w:rFonts w:cs="Arial"/>
        </w:rPr>
        <w:tab/>
        <w:t>PL</w:t>
      </w:r>
    </w:p>
    <w:p w:rsidR="0089517D" w:rsidRPr="00E51A43" w:rsidRDefault="0089517D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GABRIEL BELÉM</w:t>
      </w:r>
      <w:r w:rsidRPr="00E51A43">
        <w:rPr>
          <w:rFonts w:cs="Arial"/>
        </w:rPr>
        <w:tab/>
        <w:t>PSB</w:t>
      </w:r>
    </w:p>
    <w:p w:rsidR="00C60165" w:rsidRPr="00E51A43" w:rsidRDefault="00C60165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HERNANI BARRETO</w:t>
      </w:r>
      <w:r w:rsidRPr="00E51A43">
        <w:rPr>
          <w:rFonts w:cs="Arial"/>
        </w:rPr>
        <w:tab/>
        <w:t>REPUBLICANOS</w:t>
      </w:r>
    </w:p>
    <w:p w:rsidR="0058194F" w:rsidRPr="00E51A43" w:rsidRDefault="0058194F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JEAN ARAÚJO</w:t>
      </w:r>
      <w:r w:rsidRPr="00E51A43">
        <w:rPr>
          <w:rFonts w:cs="Arial"/>
        </w:rPr>
        <w:tab/>
        <w:t>PP</w:t>
      </w:r>
    </w:p>
    <w:p w:rsidR="009E5141" w:rsidRDefault="009E5141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JUEX ALMEIDA</w:t>
      </w:r>
      <w:r w:rsidRPr="00E51A43">
        <w:rPr>
          <w:rFonts w:cs="Arial"/>
        </w:rPr>
        <w:tab/>
        <w:t>PP</w:t>
      </w:r>
    </w:p>
    <w:p w:rsidR="003D19CA" w:rsidRDefault="003D19CA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LUÍS FLÁVIO - FLAVINHO</w:t>
      </w:r>
      <w:r w:rsidRPr="00E51A43">
        <w:rPr>
          <w:rFonts w:cs="Arial"/>
        </w:rPr>
        <w:tab/>
        <w:t>PT</w:t>
      </w:r>
    </w:p>
    <w:p w:rsidR="00C352B9" w:rsidRDefault="00C352B9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MARCELO DANTAS</w:t>
      </w:r>
      <w:r w:rsidRPr="00E51A43">
        <w:rPr>
          <w:rFonts w:cs="Arial"/>
        </w:rPr>
        <w:tab/>
        <w:t>PODEMOS</w:t>
      </w:r>
    </w:p>
    <w:p w:rsidR="00166836" w:rsidRPr="00E51A43" w:rsidRDefault="00166836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MARIA AMÉLIA</w:t>
      </w:r>
      <w:r w:rsidRPr="00E51A43">
        <w:rPr>
          <w:rFonts w:cs="Arial"/>
        </w:rPr>
        <w:tab/>
        <w:t>PSDB</w:t>
      </w:r>
    </w:p>
    <w:p w:rsidR="00E51A43" w:rsidRDefault="00E51A43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252982" w:rsidRDefault="00252982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252982" w:rsidRPr="00286EBC" w:rsidRDefault="00252982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0EC6" w:rsidRPr="00796842" w:rsidRDefault="004D0EC6" w:rsidP="00AC7674">
      <w:pPr>
        <w:jc w:val="right"/>
        <w:rPr>
          <w:rFonts w:cs="Arial"/>
        </w:rPr>
      </w:pPr>
      <w:r w:rsidRPr="00796842">
        <w:rPr>
          <w:rFonts w:cs="Arial"/>
        </w:rPr>
        <w:t xml:space="preserve">Câmara Municipal de Jacareí, </w:t>
      </w:r>
      <w:r w:rsidR="00C352B9" w:rsidRPr="00796842">
        <w:rPr>
          <w:rFonts w:cs="Arial"/>
        </w:rPr>
        <w:t>1</w:t>
      </w:r>
      <w:r w:rsidR="00166836" w:rsidRPr="00796842">
        <w:rPr>
          <w:rFonts w:cs="Arial"/>
        </w:rPr>
        <w:t>9</w:t>
      </w:r>
      <w:r w:rsidR="00BD6A93" w:rsidRPr="00796842">
        <w:rPr>
          <w:rFonts w:cs="Arial"/>
        </w:rPr>
        <w:t xml:space="preserve"> </w:t>
      </w:r>
      <w:r w:rsidR="00E0540A" w:rsidRPr="00796842">
        <w:rPr>
          <w:rFonts w:cs="Arial"/>
        </w:rPr>
        <w:t xml:space="preserve">de </w:t>
      </w:r>
      <w:r w:rsidR="003D19CA" w:rsidRPr="00796842">
        <w:rPr>
          <w:rFonts w:cs="Arial"/>
        </w:rPr>
        <w:t>novem</w:t>
      </w:r>
      <w:r w:rsidR="008642F6" w:rsidRPr="00796842">
        <w:rPr>
          <w:rFonts w:cs="Arial"/>
        </w:rPr>
        <w:t>bro</w:t>
      </w:r>
      <w:r w:rsidR="00745CB0" w:rsidRPr="00796842">
        <w:rPr>
          <w:rFonts w:cs="Arial"/>
        </w:rPr>
        <w:t xml:space="preserve"> </w:t>
      </w:r>
      <w:r w:rsidRPr="00796842">
        <w:rPr>
          <w:rFonts w:cs="Arial"/>
        </w:rPr>
        <w:t>de 202</w:t>
      </w:r>
      <w:r w:rsidR="005C6437" w:rsidRPr="00796842">
        <w:rPr>
          <w:rFonts w:cs="Arial"/>
        </w:rPr>
        <w:t>5</w:t>
      </w:r>
      <w:r w:rsidRPr="00796842">
        <w:rPr>
          <w:rFonts w:cs="Arial"/>
        </w:rPr>
        <w:t>.</w:t>
      </w:r>
    </w:p>
    <w:p w:rsidR="002A2D6E" w:rsidRDefault="002A2D6E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286EBC" w:rsidRDefault="00286EBC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E51A43" w:rsidRDefault="00E51A43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796842" w:rsidRDefault="00796842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0EC6" w:rsidRPr="00796842" w:rsidRDefault="00EF7A2A" w:rsidP="001F49FB">
      <w:pPr>
        <w:jc w:val="right"/>
        <w:rPr>
          <w:rFonts w:cs="Arial"/>
          <w:b/>
        </w:rPr>
      </w:pPr>
      <w:r w:rsidRPr="00796842">
        <w:rPr>
          <w:rFonts w:cs="Arial"/>
          <w:b/>
        </w:rPr>
        <w:t>Felipe Santos de Lima</w:t>
      </w:r>
    </w:p>
    <w:p w:rsidR="00C251DE" w:rsidRPr="00796842" w:rsidRDefault="004D0EC6" w:rsidP="001F49FB">
      <w:pPr>
        <w:jc w:val="right"/>
        <w:rPr>
          <w:rFonts w:cs="Arial"/>
        </w:rPr>
      </w:pPr>
      <w:r w:rsidRPr="00796842">
        <w:rPr>
          <w:rFonts w:cs="Arial"/>
        </w:rPr>
        <w:t>Secretário-Diretor Legislativo</w:t>
      </w:r>
    </w:p>
    <w:sectPr w:rsidR="00C251DE" w:rsidRPr="00796842" w:rsidSect="009C364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709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88E" w:rsidRDefault="0095388E">
      <w:r>
        <w:separator/>
      </w:r>
    </w:p>
  </w:endnote>
  <w:endnote w:type="continuationSeparator" w:id="0">
    <w:p w:rsidR="0095388E" w:rsidRDefault="00953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88E" w:rsidRDefault="0095388E">
      <w:r>
        <w:separator/>
      </w:r>
    </w:p>
  </w:footnote>
  <w:footnote w:type="continuationSeparator" w:id="0">
    <w:p w:rsidR="0095388E" w:rsidRDefault="009538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BA4DB9">
    <w:pPr>
      <w:pStyle w:val="Cabealho"/>
      <w:spacing w:before="1200" w:after="30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23469D">
      <w:rPr>
        <w:rFonts w:cs="Arial"/>
        <w:b/>
        <w:sz w:val="20"/>
        <w:szCs w:val="20"/>
        <w:u w:val="single"/>
      </w:rPr>
      <w:t>3</w:t>
    </w:r>
    <w:r w:rsidR="00166836">
      <w:rPr>
        <w:rFonts w:cs="Arial"/>
        <w:b/>
        <w:sz w:val="20"/>
        <w:szCs w:val="20"/>
        <w:u w:val="single"/>
      </w:rPr>
      <w:t>8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166836">
      <w:rPr>
        <w:rFonts w:cs="Arial"/>
        <w:b/>
        <w:sz w:val="20"/>
        <w:szCs w:val="20"/>
        <w:u w:val="single"/>
      </w:rPr>
      <w:t>26</w:t>
    </w:r>
    <w:r w:rsidR="00BD180A">
      <w:rPr>
        <w:rFonts w:cs="Arial"/>
        <w:b/>
        <w:sz w:val="20"/>
        <w:szCs w:val="20"/>
        <w:u w:val="single"/>
      </w:rPr>
      <w:t>/</w:t>
    </w:r>
    <w:r w:rsidR="0023469D">
      <w:rPr>
        <w:rFonts w:cs="Arial"/>
        <w:b/>
        <w:sz w:val="20"/>
        <w:szCs w:val="20"/>
        <w:u w:val="single"/>
      </w:rPr>
      <w:t>1</w:t>
    </w:r>
    <w:r w:rsidR="009E5141">
      <w:rPr>
        <w:rFonts w:cs="Arial"/>
        <w:b/>
        <w:sz w:val="20"/>
        <w:szCs w:val="20"/>
        <w:u w:val="single"/>
      </w:rPr>
      <w:t>1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5C6437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93510B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93510B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2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3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6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4F44"/>
    <w:rsid w:val="00006F7D"/>
    <w:rsid w:val="00007983"/>
    <w:rsid w:val="00010158"/>
    <w:rsid w:val="0001190B"/>
    <w:rsid w:val="00011999"/>
    <w:rsid w:val="00011D9F"/>
    <w:rsid w:val="000122AA"/>
    <w:rsid w:val="00012EC5"/>
    <w:rsid w:val="0001340A"/>
    <w:rsid w:val="00014428"/>
    <w:rsid w:val="00014699"/>
    <w:rsid w:val="0001581B"/>
    <w:rsid w:val="000162D9"/>
    <w:rsid w:val="00017775"/>
    <w:rsid w:val="000230D7"/>
    <w:rsid w:val="000238B8"/>
    <w:rsid w:val="00023E3F"/>
    <w:rsid w:val="00024775"/>
    <w:rsid w:val="0002482B"/>
    <w:rsid w:val="00025E95"/>
    <w:rsid w:val="00027B13"/>
    <w:rsid w:val="00030B0F"/>
    <w:rsid w:val="000334E5"/>
    <w:rsid w:val="00033944"/>
    <w:rsid w:val="0003490D"/>
    <w:rsid w:val="00035380"/>
    <w:rsid w:val="0003551B"/>
    <w:rsid w:val="00036EEC"/>
    <w:rsid w:val="00037CF0"/>
    <w:rsid w:val="00037FB5"/>
    <w:rsid w:val="00040464"/>
    <w:rsid w:val="0004089B"/>
    <w:rsid w:val="00040D4F"/>
    <w:rsid w:val="00040EB3"/>
    <w:rsid w:val="0004132E"/>
    <w:rsid w:val="00042362"/>
    <w:rsid w:val="000427D6"/>
    <w:rsid w:val="00043296"/>
    <w:rsid w:val="00043851"/>
    <w:rsid w:val="00046787"/>
    <w:rsid w:val="00046CA2"/>
    <w:rsid w:val="00047B1B"/>
    <w:rsid w:val="00052064"/>
    <w:rsid w:val="00054688"/>
    <w:rsid w:val="00055BEA"/>
    <w:rsid w:val="00055C70"/>
    <w:rsid w:val="00057163"/>
    <w:rsid w:val="00057CF2"/>
    <w:rsid w:val="000613E0"/>
    <w:rsid w:val="00061531"/>
    <w:rsid w:val="0006165B"/>
    <w:rsid w:val="000636C5"/>
    <w:rsid w:val="00064421"/>
    <w:rsid w:val="0006593A"/>
    <w:rsid w:val="00067E80"/>
    <w:rsid w:val="00072F96"/>
    <w:rsid w:val="00073D13"/>
    <w:rsid w:val="00073E9A"/>
    <w:rsid w:val="000747BA"/>
    <w:rsid w:val="00074C79"/>
    <w:rsid w:val="00074D9F"/>
    <w:rsid w:val="000759E6"/>
    <w:rsid w:val="00083B52"/>
    <w:rsid w:val="00084192"/>
    <w:rsid w:val="00084911"/>
    <w:rsid w:val="00084C8E"/>
    <w:rsid w:val="00084D37"/>
    <w:rsid w:val="0008513B"/>
    <w:rsid w:val="000864F6"/>
    <w:rsid w:val="00086E7E"/>
    <w:rsid w:val="000876CD"/>
    <w:rsid w:val="000878DA"/>
    <w:rsid w:val="0009068C"/>
    <w:rsid w:val="00090D12"/>
    <w:rsid w:val="00090FD7"/>
    <w:rsid w:val="0009153B"/>
    <w:rsid w:val="00092F41"/>
    <w:rsid w:val="000940BB"/>
    <w:rsid w:val="00095992"/>
    <w:rsid w:val="00095C49"/>
    <w:rsid w:val="000960ED"/>
    <w:rsid w:val="0009613E"/>
    <w:rsid w:val="000961BA"/>
    <w:rsid w:val="00096234"/>
    <w:rsid w:val="000A05D6"/>
    <w:rsid w:val="000A107C"/>
    <w:rsid w:val="000A5842"/>
    <w:rsid w:val="000A5A2C"/>
    <w:rsid w:val="000A6292"/>
    <w:rsid w:val="000A62E1"/>
    <w:rsid w:val="000A7479"/>
    <w:rsid w:val="000B2455"/>
    <w:rsid w:val="000B2C9B"/>
    <w:rsid w:val="000B3D79"/>
    <w:rsid w:val="000B553D"/>
    <w:rsid w:val="000B5AA4"/>
    <w:rsid w:val="000B6728"/>
    <w:rsid w:val="000B7026"/>
    <w:rsid w:val="000B722E"/>
    <w:rsid w:val="000B7342"/>
    <w:rsid w:val="000B782C"/>
    <w:rsid w:val="000C099A"/>
    <w:rsid w:val="000C2EC9"/>
    <w:rsid w:val="000C6B69"/>
    <w:rsid w:val="000C71FC"/>
    <w:rsid w:val="000C73E3"/>
    <w:rsid w:val="000D03BA"/>
    <w:rsid w:val="000D3963"/>
    <w:rsid w:val="000D4DAA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43D6"/>
    <w:rsid w:val="000E4AF2"/>
    <w:rsid w:val="000E7022"/>
    <w:rsid w:val="000E7266"/>
    <w:rsid w:val="000E7274"/>
    <w:rsid w:val="000E7A4D"/>
    <w:rsid w:val="000F1620"/>
    <w:rsid w:val="000F4212"/>
    <w:rsid w:val="000F4781"/>
    <w:rsid w:val="000F4AFF"/>
    <w:rsid w:val="000F5B44"/>
    <w:rsid w:val="000F74A9"/>
    <w:rsid w:val="000F7544"/>
    <w:rsid w:val="00101E94"/>
    <w:rsid w:val="0010237C"/>
    <w:rsid w:val="00102734"/>
    <w:rsid w:val="0010338A"/>
    <w:rsid w:val="001039E1"/>
    <w:rsid w:val="00104A8F"/>
    <w:rsid w:val="00105F71"/>
    <w:rsid w:val="00106256"/>
    <w:rsid w:val="00107367"/>
    <w:rsid w:val="00110111"/>
    <w:rsid w:val="001108FE"/>
    <w:rsid w:val="00111F72"/>
    <w:rsid w:val="001131AE"/>
    <w:rsid w:val="00113D11"/>
    <w:rsid w:val="00113DB8"/>
    <w:rsid w:val="001142D3"/>
    <w:rsid w:val="00115908"/>
    <w:rsid w:val="0011667E"/>
    <w:rsid w:val="0011723F"/>
    <w:rsid w:val="00117ABC"/>
    <w:rsid w:val="00117DC1"/>
    <w:rsid w:val="00117FC8"/>
    <w:rsid w:val="001207AD"/>
    <w:rsid w:val="00120A34"/>
    <w:rsid w:val="00120A97"/>
    <w:rsid w:val="00120BB9"/>
    <w:rsid w:val="00120E2B"/>
    <w:rsid w:val="00121FB3"/>
    <w:rsid w:val="0012247D"/>
    <w:rsid w:val="00122A6F"/>
    <w:rsid w:val="001251BF"/>
    <w:rsid w:val="00125EF5"/>
    <w:rsid w:val="00126BA9"/>
    <w:rsid w:val="001276EA"/>
    <w:rsid w:val="00130402"/>
    <w:rsid w:val="00131FBF"/>
    <w:rsid w:val="00132D39"/>
    <w:rsid w:val="00133004"/>
    <w:rsid w:val="00133B2E"/>
    <w:rsid w:val="00134333"/>
    <w:rsid w:val="00134906"/>
    <w:rsid w:val="0013566B"/>
    <w:rsid w:val="00135AEF"/>
    <w:rsid w:val="001373E1"/>
    <w:rsid w:val="001374C3"/>
    <w:rsid w:val="00140B02"/>
    <w:rsid w:val="00142739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0BA"/>
    <w:rsid w:val="0016513B"/>
    <w:rsid w:val="00165C70"/>
    <w:rsid w:val="001663B8"/>
    <w:rsid w:val="00166836"/>
    <w:rsid w:val="00167153"/>
    <w:rsid w:val="001671DF"/>
    <w:rsid w:val="0016754D"/>
    <w:rsid w:val="00170B25"/>
    <w:rsid w:val="00170D3F"/>
    <w:rsid w:val="00171969"/>
    <w:rsid w:val="001722A0"/>
    <w:rsid w:val="0017263F"/>
    <w:rsid w:val="001727A5"/>
    <w:rsid w:val="00173CF7"/>
    <w:rsid w:val="00174305"/>
    <w:rsid w:val="00174570"/>
    <w:rsid w:val="0017526C"/>
    <w:rsid w:val="00175D05"/>
    <w:rsid w:val="00176900"/>
    <w:rsid w:val="00176ACF"/>
    <w:rsid w:val="00176F8C"/>
    <w:rsid w:val="00180A2A"/>
    <w:rsid w:val="00181263"/>
    <w:rsid w:val="00181BA0"/>
    <w:rsid w:val="00182957"/>
    <w:rsid w:val="00183351"/>
    <w:rsid w:val="001835A7"/>
    <w:rsid w:val="00184EAF"/>
    <w:rsid w:val="0018626A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80A"/>
    <w:rsid w:val="00196B33"/>
    <w:rsid w:val="00197884"/>
    <w:rsid w:val="00197D83"/>
    <w:rsid w:val="001A2D51"/>
    <w:rsid w:val="001A51E5"/>
    <w:rsid w:val="001A611F"/>
    <w:rsid w:val="001B00DE"/>
    <w:rsid w:val="001B1DA1"/>
    <w:rsid w:val="001B26AA"/>
    <w:rsid w:val="001B35A9"/>
    <w:rsid w:val="001B4457"/>
    <w:rsid w:val="001B5444"/>
    <w:rsid w:val="001B576A"/>
    <w:rsid w:val="001B5E0D"/>
    <w:rsid w:val="001B6C59"/>
    <w:rsid w:val="001B7587"/>
    <w:rsid w:val="001B7A74"/>
    <w:rsid w:val="001C0A57"/>
    <w:rsid w:val="001C0F15"/>
    <w:rsid w:val="001C12F9"/>
    <w:rsid w:val="001C22A6"/>
    <w:rsid w:val="001C2493"/>
    <w:rsid w:val="001C265C"/>
    <w:rsid w:val="001C2795"/>
    <w:rsid w:val="001C4D11"/>
    <w:rsid w:val="001C4DC7"/>
    <w:rsid w:val="001C61F6"/>
    <w:rsid w:val="001C6D9B"/>
    <w:rsid w:val="001D0435"/>
    <w:rsid w:val="001D1328"/>
    <w:rsid w:val="001D3AD7"/>
    <w:rsid w:val="001D43D3"/>
    <w:rsid w:val="001D58D3"/>
    <w:rsid w:val="001D6C1B"/>
    <w:rsid w:val="001D7365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3660"/>
    <w:rsid w:val="001F3B8F"/>
    <w:rsid w:val="001F49FB"/>
    <w:rsid w:val="001F4D0C"/>
    <w:rsid w:val="001F60F5"/>
    <w:rsid w:val="001F64DB"/>
    <w:rsid w:val="001F65A0"/>
    <w:rsid w:val="001F7728"/>
    <w:rsid w:val="001F7D6B"/>
    <w:rsid w:val="002004BD"/>
    <w:rsid w:val="00200C12"/>
    <w:rsid w:val="002010A7"/>
    <w:rsid w:val="00202C54"/>
    <w:rsid w:val="00203040"/>
    <w:rsid w:val="0020324E"/>
    <w:rsid w:val="00204393"/>
    <w:rsid w:val="002044A7"/>
    <w:rsid w:val="0020485F"/>
    <w:rsid w:val="00207125"/>
    <w:rsid w:val="00210147"/>
    <w:rsid w:val="002101E5"/>
    <w:rsid w:val="00210D29"/>
    <w:rsid w:val="002113F4"/>
    <w:rsid w:val="00211CAB"/>
    <w:rsid w:val="002134D2"/>
    <w:rsid w:val="002138D7"/>
    <w:rsid w:val="00215506"/>
    <w:rsid w:val="00215AD9"/>
    <w:rsid w:val="00216AF0"/>
    <w:rsid w:val="00217C71"/>
    <w:rsid w:val="002212B0"/>
    <w:rsid w:val="00222A3B"/>
    <w:rsid w:val="00222D66"/>
    <w:rsid w:val="002239DA"/>
    <w:rsid w:val="00225B19"/>
    <w:rsid w:val="002278A3"/>
    <w:rsid w:val="00227FD4"/>
    <w:rsid w:val="00232558"/>
    <w:rsid w:val="00233519"/>
    <w:rsid w:val="002340E5"/>
    <w:rsid w:val="0023469D"/>
    <w:rsid w:val="00234FA1"/>
    <w:rsid w:val="002350C3"/>
    <w:rsid w:val="00235F05"/>
    <w:rsid w:val="0023625B"/>
    <w:rsid w:val="002364DC"/>
    <w:rsid w:val="00236D87"/>
    <w:rsid w:val="002371E4"/>
    <w:rsid w:val="00237823"/>
    <w:rsid w:val="002379EB"/>
    <w:rsid w:val="00237C19"/>
    <w:rsid w:val="00237CA4"/>
    <w:rsid w:val="00240C08"/>
    <w:rsid w:val="00241C9E"/>
    <w:rsid w:val="0024223E"/>
    <w:rsid w:val="00242C67"/>
    <w:rsid w:val="0024433E"/>
    <w:rsid w:val="00244F98"/>
    <w:rsid w:val="002468D1"/>
    <w:rsid w:val="00246F39"/>
    <w:rsid w:val="00251C88"/>
    <w:rsid w:val="00252157"/>
    <w:rsid w:val="00252982"/>
    <w:rsid w:val="00253056"/>
    <w:rsid w:val="002539B9"/>
    <w:rsid w:val="00254076"/>
    <w:rsid w:val="00254C9F"/>
    <w:rsid w:val="00255E7D"/>
    <w:rsid w:val="00256F2E"/>
    <w:rsid w:val="00256FF6"/>
    <w:rsid w:val="00257D6A"/>
    <w:rsid w:val="00260056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569"/>
    <w:rsid w:val="00270CC9"/>
    <w:rsid w:val="00271114"/>
    <w:rsid w:val="002719F6"/>
    <w:rsid w:val="00271DCC"/>
    <w:rsid w:val="002726C0"/>
    <w:rsid w:val="00272BA1"/>
    <w:rsid w:val="00274BA1"/>
    <w:rsid w:val="0027523C"/>
    <w:rsid w:val="00276F23"/>
    <w:rsid w:val="0027701A"/>
    <w:rsid w:val="002772CD"/>
    <w:rsid w:val="00277F98"/>
    <w:rsid w:val="00280188"/>
    <w:rsid w:val="00281C04"/>
    <w:rsid w:val="00282639"/>
    <w:rsid w:val="00282A1C"/>
    <w:rsid w:val="00282E34"/>
    <w:rsid w:val="00283980"/>
    <w:rsid w:val="00284D6A"/>
    <w:rsid w:val="00286EBC"/>
    <w:rsid w:val="0029065B"/>
    <w:rsid w:val="00293B38"/>
    <w:rsid w:val="00293E4F"/>
    <w:rsid w:val="00294638"/>
    <w:rsid w:val="0029556E"/>
    <w:rsid w:val="002961E6"/>
    <w:rsid w:val="002964DB"/>
    <w:rsid w:val="00296603"/>
    <w:rsid w:val="00297D0F"/>
    <w:rsid w:val="00297F33"/>
    <w:rsid w:val="002A0166"/>
    <w:rsid w:val="002A1387"/>
    <w:rsid w:val="002A2D6E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76B"/>
    <w:rsid w:val="002B5C8C"/>
    <w:rsid w:val="002B5D12"/>
    <w:rsid w:val="002B6477"/>
    <w:rsid w:val="002C42E7"/>
    <w:rsid w:val="002C4A71"/>
    <w:rsid w:val="002C50D0"/>
    <w:rsid w:val="002C5407"/>
    <w:rsid w:val="002C5CE9"/>
    <w:rsid w:val="002C7653"/>
    <w:rsid w:val="002D00A5"/>
    <w:rsid w:val="002D013C"/>
    <w:rsid w:val="002D0FAA"/>
    <w:rsid w:val="002D13B9"/>
    <w:rsid w:val="002D1B26"/>
    <w:rsid w:val="002D4E52"/>
    <w:rsid w:val="002D6273"/>
    <w:rsid w:val="002D6825"/>
    <w:rsid w:val="002D6C6B"/>
    <w:rsid w:val="002D6F2E"/>
    <w:rsid w:val="002D76DA"/>
    <w:rsid w:val="002E0B47"/>
    <w:rsid w:val="002E13F0"/>
    <w:rsid w:val="002E21DF"/>
    <w:rsid w:val="002E6CF9"/>
    <w:rsid w:val="002F0334"/>
    <w:rsid w:val="002F04CB"/>
    <w:rsid w:val="002F0F16"/>
    <w:rsid w:val="002F2DAE"/>
    <w:rsid w:val="002F32FE"/>
    <w:rsid w:val="002F4242"/>
    <w:rsid w:val="002F4A0E"/>
    <w:rsid w:val="002F4BEB"/>
    <w:rsid w:val="002F5ECC"/>
    <w:rsid w:val="002F5F96"/>
    <w:rsid w:val="002F66BC"/>
    <w:rsid w:val="002F7990"/>
    <w:rsid w:val="002F7E28"/>
    <w:rsid w:val="00300E18"/>
    <w:rsid w:val="0030159A"/>
    <w:rsid w:val="00301E57"/>
    <w:rsid w:val="0030564A"/>
    <w:rsid w:val="003070FF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12E"/>
    <w:rsid w:val="00320219"/>
    <w:rsid w:val="00320225"/>
    <w:rsid w:val="003205A6"/>
    <w:rsid w:val="00320954"/>
    <w:rsid w:val="0032282C"/>
    <w:rsid w:val="00322B97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052"/>
    <w:rsid w:val="00333257"/>
    <w:rsid w:val="00335C78"/>
    <w:rsid w:val="0033680C"/>
    <w:rsid w:val="00336AD7"/>
    <w:rsid w:val="00336EA8"/>
    <w:rsid w:val="00337F47"/>
    <w:rsid w:val="003403A7"/>
    <w:rsid w:val="00340CB4"/>
    <w:rsid w:val="0034205B"/>
    <w:rsid w:val="00342094"/>
    <w:rsid w:val="003424BE"/>
    <w:rsid w:val="0034519E"/>
    <w:rsid w:val="003462FC"/>
    <w:rsid w:val="003474B8"/>
    <w:rsid w:val="003507F9"/>
    <w:rsid w:val="00350DFE"/>
    <w:rsid w:val="0035322F"/>
    <w:rsid w:val="00355410"/>
    <w:rsid w:val="00356201"/>
    <w:rsid w:val="00356C3B"/>
    <w:rsid w:val="003575FD"/>
    <w:rsid w:val="00360316"/>
    <w:rsid w:val="00360F89"/>
    <w:rsid w:val="00362218"/>
    <w:rsid w:val="00364463"/>
    <w:rsid w:val="003659E9"/>
    <w:rsid w:val="00365BF3"/>
    <w:rsid w:val="00371984"/>
    <w:rsid w:val="003719B4"/>
    <w:rsid w:val="0037202F"/>
    <w:rsid w:val="00372326"/>
    <w:rsid w:val="00373910"/>
    <w:rsid w:val="003752CB"/>
    <w:rsid w:val="003752F4"/>
    <w:rsid w:val="003753C1"/>
    <w:rsid w:val="00375E82"/>
    <w:rsid w:val="003764B8"/>
    <w:rsid w:val="0038063D"/>
    <w:rsid w:val="003862C2"/>
    <w:rsid w:val="003875D3"/>
    <w:rsid w:val="00387862"/>
    <w:rsid w:val="003907D0"/>
    <w:rsid w:val="003911C9"/>
    <w:rsid w:val="0039184F"/>
    <w:rsid w:val="0039236F"/>
    <w:rsid w:val="0039424B"/>
    <w:rsid w:val="00394AE8"/>
    <w:rsid w:val="00395060"/>
    <w:rsid w:val="003950DB"/>
    <w:rsid w:val="0039555E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49B1"/>
    <w:rsid w:val="003B79F1"/>
    <w:rsid w:val="003C01D2"/>
    <w:rsid w:val="003C0797"/>
    <w:rsid w:val="003C1268"/>
    <w:rsid w:val="003C1503"/>
    <w:rsid w:val="003C4775"/>
    <w:rsid w:val="003C5097"/>
    <w:rsid w:val="003C55E2"/>
    <w:rsid w:val="003C61C2"/>
    <w:rsid w:val="003C63B0"/>
    <w:rsid w:val="003C69E5"/>
    <w:rsid w:val="003C6ECF"/>
    <w:rsid w:val="003D017D"/>
    <w:rsid w:val="003D099D"/>
    <w:rsid w:val="003D107D"/>
    <w:rsid w:val="003D121F"/>
    <w:rsid w:val="003D19CA"/>
    <w:rsid w:val="003D1BD4"/>
    <w:rsid w:val="003D2911"/>
    <w:rsid w:val="003D303A"/>
    <w:rsid w:val="003D4087"/>
    <w:rsid w:val="003D48C9"/>
    <w:rsid w:val="003D4928"/>
    <w:rsid w:val="003D4FB7"/>
    <w:rsid w:val="003D6A72"/>
    <w:rsid w:val="003D7533"/>
    <w:rsid w:val="003E119E"/>
    <w:rsid w:val="003E21F7"/>
    <w:rsid w:val="003E2839"/>
    <w:rsid w:val="003E296D"/>
    <w:rsid w:val="003E3AC2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04C2"/>
    <w:rsid w:val="003F0E5B"/>
    <w:rsid w:val="003F19E3"/>
    <w:rsid w:val="003F225E"/>
    <w:rsid w:val="003F29E7"/>
    <w:rsid w:val="003F2F92"/>
    <w:rsid w:val="003F33CE"/>
    <w:rsid w:val="003F4039"/>
    <w:rsid w:val="003F6502"/>
    <w:rsid w:val="0040392F"/>
    <w:rsid w:val="0040403E"/>
    <w:rsid w:val="00404974"/>
    <w:rsid w:val="0040621A"/>
    <w:rsid w:val="00406375"/>
    <w:rsid w:val="004073A6"/>
    <w:rsid w:val="004106BF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1709"/>
    <w:rsid w:val="00433650"/>
    <w:rsid w:val="004339CD"/>
    <w:rsid w:val="00433B9A"/>
    <w:rsid w:val="00434A1E"/>
    <w:rsid w:val="00435204"/>
    <w:rsid w:val="00435A68"/>
    <w:rsid w:val="004373CF"/>
    <w:rsid w:val="0044080A"/>
    <w:rsid w:val="00441626"/>
    <w:rsid w:val="00442BC4"/>
    <w:rsid w:val="00442D7A"/>
    <w:rsid w:val="004436AF"/>
    <w:rsid w:val="0044442B"/>
    <w:rsid w:val="00444D95"/>
    <w:rsid w:val="00445B9F"/>
    <w:rsid w:val="00446512"/>
    <w:rsid w:val="004476F6"/>
    <w:rsid w:val="00450972"/>
    <w:rsid w:val="00450A23"/>
    <w:rsid w:val="004514B3"/>
    <w:rsid w:val="00451527"/>
    <w:rsid w:val="0045176C"/>
    <w:rsid w:val="00452348"/>
    <w:rsid w:val="004523D3"/>
    <w:rsid w:val="00453897"/>
    <w:rsid w:val="00453A69"/>
    <w:rsid w:val="00454650"/>
    <w:rsid w:val="004579CF"/>
    <w:rsid w:val="00457F58"/>
    <w:rsid w:val="00460127"/>
    <w:rsid w:val="00462771"/>
    <w:rsid w:val="00466BF4"/>
    <w:rsid w:val="0046726A"/>
    <w:rsid w:val="00467886"/>
    <w:rsid w:val="004704D4"/>
    <w:rsid w:val="004714AF"/>
    <w:rsid w:val="004714D5"/>
    <w:rsid w:val="00471AA4"/>
    <w:rsid w:val="00475F33"/>
    <w:rsid w:val="0047614A"/>
    <w:rsid w:val="00476D11"/>
    <w:rsid w:val="00477F70"/>
    <w:rsid w:val="00477FB4"/>
    <w:rsid w:val="004803C8"/>
    <w:rsid w:val="0048181D"/>
    <w:rsid w:val="004827E8"/>
    <w:rsid w:val="00483FC2"/>
    <w:rsid w:val="004841D3"/>
    <w:rsid w:val="0048443A"/>
    <w:rsid w:val="00485C83"/>
    <w:rsid w:val="00486122"/>
    <w:rsid w:val="00486A0D"/>
    <w:rsid w:val="00490475"/>
    <w:rsid w:val="00490601"/>
    <w:rsid w:val="0049259D"/>
    <w:rsid w:val="004926F3"/>
    <w:rsid w:val="00492C2D"/>
    <w:rsid w:val="00493BAD"/>
    <w:rsid w:val="0049400C"/>
    <w:rsid w:val="00494CCE"/>
    <w:rsid w:val="00494DF4"/>
    <w:rsid w:val="00497599"/>
    <w:rsid w:val="00497BFB"/>
    <w:rsid w:val="004A04CF"/>
    <w:rsid w:val="004A1105"/>
    <w:rsid w:val="004A1712"/>
    <w:rsid w:val="004A2754"/>
    <w:rsid w:val="004A3F5A"/>
    <w:rsid w:val="004A46AA"/>
    <w:rsid w:val="004A55D2"/>
    <w:rsid w:val="004A6681"/>
    <w:rsid w:val="004A7AA4"/>
    <w:rsid w:val="004A7D29"/>
    <w:rsid w:val="004B0398"/>
    <w:rsid w:val="004B03C3"/>
    <w:rsid w:val="004B1FBE"/>
    <w:rsid w:val="004B217E"/>
    <w:rsid w:val="004B22BF"/>
    <w:rsid w:val="004B2C6B"/>
    <w:rsid w:val="004B2D52"/>
    <w:rsid w:val="004B43A1"/>
    <w:rsid w:val="004B5242"/>
    <w:rsid w:val="004B6014"/>
    <w:rsid w:val="004B685D"/>
    <w:rsid w:val="004B6F6A"/>
    <w:rsid w:val="004C0493"/>
    <w:rsid w:val="004C0B98"/>
    <w:rsid w:val="004C1B99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5CD9"/>
    <w:rsid w:val="004D6620"/>
    <w:rsid w:val="004D6C0F"/>
    <w:rsid w:val="004D6DA8"/>
    <w:rsid w:val="004D6EE8"/>
    <w:rsid w:val="004E166D"/>
    <w:rsid w:val="004E1A0C"/>
    <w:rsid w:val="004E1CD8"/>
    <w:rsid w:val="004E2262"/>
    <w:rsid w:val="004E2EFD"/>
    <w:rsid w:val="004E30E5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5AB3"/>
    <w:rsid w:val="004F77BF"/>
    <w:rsid w:val="00501B50"/>
    <w:rsid w:val="00501C36"/>
    <w:rsid w:val="005025EA"/>
    <w:rsid w:val="00503239"/>
    <w:rsid w:val="00504034"/>
    <w:rsid w:val="00504BB4"/>
    <w:rsid w:val="00505609"/>
    <w:rsid w:val="005063AF"/>
    <w:rsid w:val="005063BE"/>
    <w:rsid w:val="00510CD6"/>
    <w:rsid w:val="0051115F"/>
    <w:rsid w:val="0051116C"/>
    <w:rsid w:val="005115A8"/>
    <w:rsid w:val="00512961"/>
    <w:rsid w:val="00512CCB"/>
    <w:rsid w:val="00513CD1"/>
    <w:rsid w:val="00513E8B"/>
    <w:rsid w:val="00516A16"/>
    <w:rsid w:val="00516A96"/>
    <w:rsid w:val="0051705A"/>
    <w:rsid w:val="00517123"/>
    <w:rsid w:val="0051740F"/>
    <w:rsid w:val="005206D8"/>
    <w:rsid w:val="00520C85"/>
    <w:rsid w:val="005212B6"/>
    <w:rsid w:val="0052521F"/>
    <w:rsid w:val="00525EA3"/>
    <w:rsid w:val="00527296"/>
    <w:rsid w:val="005337B5"/>
    <w:rsid w:val="00535777"/>
    <w:rsid w:val="00535DDB"/>
    <w:rsid w:val="0053635A"/>
    <w:rsid w:val="00536E25"/>
    <w:rsid w:val="00536F84"/>
    <w:rsid w:val="00537947"/>
    <w:rsid w:val="005419EC"/>
    <w:rsid w:val="00542201"/>
    <w:rsid w:val="0054312C"/>
    <w:rsid w:val="005431D6"/>
    <w:rsid w:val="0054356D"/>
    <w:rsid w:val="005435D1"/>
    <w:rsid w:val="005454BF"/>
    <w:rsid w:val="005455E0"/>
    <w:rsid w:val="00545CF9"/>
    <w:rsid w:val="00550C40"/>
    <w:rsid w:val="00551CEF"/>
    <w:rsid w:val="005538C3"/>
    <w:rsid w:val="0055396F"/>
    <w:rsid w:val="0055590C"/>
    <w:rsid w:val="005571A6"/>
    <w:rsid w:val="00557363"/>
    <w:rsid w:val="00557DB3"/>
    <w:rsid w:val="00560C9B"/>
    <w:rsid w:val="00562268"/>
    <w:rsid w:val="00563094"/>
    <w:rsid w:val="00564088"/>
    <w:rsid w:val="0056493D"/>
    <w:rsid w:val="00565344"/>
    <w:rsid w:val="00565546"/>
    <w:rsid w:val="005676B2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194F"/>
    <w:rsid w:val="00582037"/>
    <w:rsid w:val="00582092"/>
    <w:rsid w:val="00582CBC"/>
    <w:rsid w:val="00582F58"/>
    <w:rsid w:val="00583A0D"/>
    <w:rsid w:val="00583A14"/>
    <w:rsid w:val="005856EB"/>
    <w:rsid w:val="00585E6C"/>
    <w:rsid w:val="0058654A"/>
    <w:rsid w:val="00590AF1"/>
    <w:rsid w:val="00591D68"/>
    <w:rsid w:val="0059268B"/>
    <w:rsid w:val="00592B33"/>
    <w:rsid w:val="00592B41"/>
    <w:rsid w:val="00592DD6"/>
    <w:rsid w:val="005937EC"/>
    <w:rsid w:val="00593FD4"/>
    <w:rsid w:val="00596B82"/>
    <w:rsid w:val="005974B4"/>
    <w:rsid w:val="005A15FC"/>
    <w:rsid w:val="005A2320"/>
    <w:rsid w:val="005A3A4C"/>
    <w:rsid w:val="005A3B94"/>
    <w:rsid w:val="005A3D6F"/>
    <w:rsid w:val="005A4088"/>
    <w:rsid w:val="005A4210"/>
    <w:rsid w:val="005A4E0C"/>
    <w:rsid w:val="005A50CF"/>
    <w:rsid w:val="005A5375"/>
    <w:rsid w:val="005A5CC2"/>
    <w:rsid w:val="005A6195"/>
    <w:rsid w:val="005A76EE"/>
    <w:rsid w:val="005B010C"/>
    <w:rsid w:val="005B0590"/>
    <w:rsid w:val="005B11EF"/>
    <w:rsid w:val="005B1894"/>
    <w:rsid w:val="005B30B2"/>
    <w:rsid w:val="005B4930"/>
    <w:rsid w:val="005B4C3C"/>
    <w:rsid w:val="005B5EF9"/>
    <w:rsid w:val="005C08E5"/>
    <w:rsid w:val="005C0F8B"/>
    <w:rsid w:val="005C2A5C"/>
    <w:rsid w:val="005C40FB"/>
    <w:rsid w:val="005C5149"/>
    <w:rsid w:val="005C58D1"/>
    <w:rsid w:val="005C6437"/>
    <w:rsid w:val="005C688E"/>
    <w:rsid w:val="005D0C69"/>
    <w:rsid w:val="005D10CF"/>
    <w:rsid w:val="005D155B"/>
    <w:rsid w:val="005D2B95"/>
    <w:rsid w:val="005D3474"/>
    <w:rsid w:val="005D34FF"/>
    <w:rsid w:val="005D37A7"/>
    <w:rsid w:val="005D385D"/>
    <w:rsid w:val="005D518F"/>
    <w:rsid w:val="005D631D"/>
    <w:rsid w:val="005D7644"/>
    <w:rsid w:val="005D77E2"/>
    <w:rsid w:val="005D7B58"/>
    <w:rsid w:val="005E0CE1"/>
    <w:rsid w:val="005E1B7C"/>
    <w:rsid w:val="005E1C12"/>
    <w:rsid w:val="005E2770"/>
    <w:rsid w:val="005E48D2"/>
    <w:rsid w:val="005F0488"/>
    <w:rsid w:val="005F0544"/>
    <w:rsid w:val="005F0BC2"/>
    <w:rsid w:val="005F1110"/>
    <w:rsid w:val="005F12FF"/>
    <w:rsid w:val="005F144D"/>
    <w:rsid w:val="005F203C"/>
    <w:rsid w:val="005F3289"/>
    <w:rsid w:val="005F425D"/>
    <w:rsid w:val="005F4D34"/>
    <w:rsid w:val="005F5A04"/>
    <w:rsid w:val="005F5F71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5F56"/>
    <w:rsid w:val="006064B6"/>
    <w:rsid w:val="00606804"/>
    <w:rsid w:val="00607274"/>
    <w:rsid w:val="006072BA"/>
    <w:rsid w:val="006079C0"/>
    <w:rsid w:val="00607F25"/>
    <w:rsid w:val="00610FB4"/>
    <w:rsid w:val="00611465"/>
    <w:rsid w:val="006117C3"/>
    <w:rsid w:val="0061340B"/>
    <w:rsid w:val="00613886"/>
    <w:rsid w:val="0061558E"/>
    <w:rsid w:val="00617C22"/>
    <w:rsid w:val="0062059D"/>
    <w:rsid w:val="00621011"/>
    <w:rsid w:val="00621CAE"/>
    <w:rsid w:val="00622CB1"/>
    <w:rsid w:val="006233D9"/>
    <w:rsid w:val="00623CEF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27A"/>
    <w:rsid w:val="00641467"/>
    <w:rsid w:val="00641C27"/>
    <w:rsid w:val="006427F2"/>
    <w:rsid w:val="0064281C"/>
    <w:rsid w:val="00645525"/>
    <w:rsid w:val="00647AA9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054"/>
    <w:rsid w:val="0066683B"/>
    <w:rsid w:val="006669A6"/>
    <w:rsid w:val="00667906"/>
    <w:rsid w:val="00670E0D"/>
    <w:rsid w:val="00670F39"/>
    <w:rsid w:val="00671FE5"/>
    <w:rsid w:val="006724D1"/>
    <w:rsid w:val="00672E05"/>
    <w:rsid w:val="0067419B"/>
    <w:rsid w:val="00674CD7"/>
    <w:rsid w:val="00674E19"/>
    <w:rsid w:val="00674EA9"/>
    <w:rsid w:val="0067547E"/>
    <w:rsid w:val="006764AC"/>
    <w:rsid w:val="00677843"/>
    <w:rsid w:val="00680662"/>
    <w:rsid w:val="00682E2A"/>
    <w:rsid w:val="006831B8"/>
    <w:rsid w:val="00683CD4"/>
    <w:rsid w:val="00683EB0"/>
    <w:rsid w:val="006842C6"/>
    <w:rsid w:val="006846D9"/>
    <w:rsid w:val="00684DE3"/>
    <w:rsid w:val="00685083"/>
    <w:rsid w:val="00686237"/>
    <w:rsid w:val="00687609"/>
    <w:rsid w:val="0068790F"/>
    <w:rsid w:val="00687B63"/>
    <w:rsid w:val="00687CF2"/>
    <w:rsid w:val="00692D0A"/>
    <w:rsid w:val="00692D66"/>
    <w:rsid w:val="0069343D"/>
    <w:rsid w:val="00694A23"/>
    <w:rsid w:val="0069549B"/>
    <w:rsid w:val="00695E7A"/>
    <w:rsid w:val="00695F4C"/>
    <w:rsid w:val="00696D4C"/>
    <w:rsid w:val="00697825"/>
    <w:rsid w:val="006979FD"/>
    <w:rsid w:val="006A0CEF"/>
    <w:rsid w:val="006A0EF1"/>
    <w:rsid w:val="006A1608"/>
    <w:rsid w:val="006A5512"/>
    <w:rsid w:val="006A65CB"/>
    <w:rsid w:val="006B13EB"/>
    <w:rsid w:val="006B297D"/>
    <w:rsid w:val="006B31DF"/>
    <w:rsid w:val="006B337E"/>
    <w:rsid w:val="006B395F"/>
    <w:rsid w:val="006B3A89"/>
    <w:rsid w:val="006B4DD5"/>
    <w:rsid w:val="006B6125"/>
    <w:rsid w:val="006B6B5E"/>
    <w:rsid w:val="006B7D28"/>
    <w:rsid w:val="006C074E"/>
    <w:rsid w:val="006C28E5"/>
    <w:rsid w:val="006C5FD5"/>
    <w:rsid w:val="006C62E6"/>
    <w:rsid w:val="006C709B"/>
    <w:rsid w:val="006C7507"/>
    <w:rsid w:val="006C7779"/>
    <w:rsid w:val="006D02E3"/>
    <w:rsid w:val="006D2B37"/>
    <w:rsid w:val="006D31ED"/>
    <w:rsid w:val="006D3CA8"/>
    <w:rsid w:val="006D4DCB"/>
    <w:rsid w:val="006D57E7"/>
    <w:rsid w:val="006D585F"/>
    <w:rsid w:val="006D6C8D"/>
    <w:rsid w:val="006D6E6A"/>
    <w:rsid w:val="006D71E8"/>
    <w:rsid w:val="006D724E"/>
    <w:rsid w:val="006D75F2"/>
    <w:rsid w:val="006D7B0E"/>
    <w:rsid w:val="006D7B22"/>
    <w:rsid w:val="006E05DF"/>
    <w:rsid w:val="006E08D2"/>
    <w:rsid w:val="006E0D8E"/>
    <w:rsid w:val="006E15F7"/>
    <w:rsid w:val="006E1697"/>
    <w:rsid w:val="006E28F7"/>
    <w:rsid w:val="006E2BAE"/>
    <w:rsid w:val="006E2BD5"/>
    <w:rsid w:val="006E2C9C"/>
    <w:rsid w:val="006E3545"/>
    <w:rsid w:val="006E3761"/>
    <w:rsid w:val="006E4AEA"/>
    <w:rsid w:val="006E592C"/>
    <w:rsid w:val="006E673F"/>
    <w:rsid w:val="006E682E"/>
    <w:rsid w:val="006E6960"/>
    <w:rsid w:val="006E69E0"/>
    <w:rsid w:val="006E6A4A"/>
    <w:rsid w:val="006E70B6"/>
    <w:rsid w:val="006E7138"/>
    <w:rsid w:val="006E741F"/>
    <w:rsid w:val="006F202B"/>
    <w:rsid w:val="006F2810"/>
    <w:rsid w:val="006F49B6"/>
    <w:rsid w:val="006F4DAB"/>
    <w:rsid w:val="006F6851"/>
    <w:rsid w:val="006F704F"/>
    <w:rsid w:val="006F71BF"/>
    <w:rsid w:val="00701D76"/>
    <w:rsid w:val="00701F29"/>
    <w:rsid w:val="0070200C"/>
    <w:rsid w:val="00704281"/>
    <w:rsid w:val="007057FF"/>
    <w:rsid w:val="00705FD5"/>
    <w:rsid w:val="00706C60"/>
    <w:rsid w:val="00710254"/>
    <w:rsid w:val="00710F37"/>
    <w:rsid w:val="00711819"/>
    <w:rsid w:val="00711F27"/>
    <w:rsid w:val="0071214C"/>
    <w:rsid w:val="007139AC"/>
    <w:rsid w:val="0071467E"/>
    <w:rsid w:val="007157EB"/>
    <w:rsid w:val="00716D9E"/>
    <w:rsid w:val="007170FD"/>
    <w:rsid w:val="0071798B"/>
    <w:rsid w:val="00720E1B"/>
    <w:rsid w:val="007215B2"/>
    <w:rsid w:val="007216C2"/>
    <w:rsid w:val="00721FC9"/>
    <w:rsid w:val="007225A6"/>
    <w:rsid w:val="00722668"/>
    <w:rsid w:val="007234C5"/>
    <w:rsid w:val="007235DC"/>
    <w:rsid w:val="00723703"/>
    <w:rsid w:val="00723991"/>
    <w:rsid w:val="007256EE"/>
    <w:rsid w:val="0072618F"/>
    <w:rsid w:val="00726E23"/>
    <w:rsid w:val="00727061"/>
    <w:rsid w:val="00727BAC"/>
    <w:rsid w:val="007309BA"/>
    <w:rsid w:val="00734386"/>
    <w:rsid w:val="00735093"/>
    <w:rsid w:val="00735894"/>
    <w:rsid w:val="00736AD6"/>
    <w:rsid w:val="00736BF2"/>
    <w:rsid w:val="00737DA2"/>
    <w:rsid w:val="00740162"/>
    <w:rsid w:val="0074095C"/>
    <w:rsid w:val="00740962"/>
    <w:rsid w:val="0074252C"/>
    <w:rsid w:val="007432CE"/>
    <w:rsid w:val="007432E8"/>
    <w:rsid w:val="0074357B"/>
    <w:rsid w:val="007441AB"/>
    <w:rsid w:val="00744222"/>
    <w:rsid w:val="00745CB0"/>
    <w:rsid w:val="00745E52"/>
    <w:rsid w:val="00746A47"/>
    <w:rsid w:val="00747A39"/>
    <w:rsid w:val="00747BAF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D98"/>
    <w:rsid w:val="00776F14"/>
    <w:rsid w:val="00776F51"/>
    <w:rsid w:val="00776FC7"/>
    <w:rsid w:val="00777C76"/>
    <w:rsid w:val="007803F1"/>
    <w:rsid w:val="00780C04"/>
    <w:rsid w:val="00781FE5"/>
    <w:rsid w:val="0078418F"/>
    <w:rsid w:val="00784D90"/>
    <w:rsid w:val="00785E77"/>
    <w:rsid w:val="00785F87"/>
    <w:rsid w:val="00786D06"/>
    <w:rsid w:val="00786F57"/>
    <w:rsid w:val="00787413"/>
    <w:rsid w:val="00787E6D"/>
    <w:rsid w:val="00790032"/>
    <w:rsid w:val="00790636"/>
    <w:rsid w:val="00790B55"/>
    <w:rsid w:val="00791E1A"/>
    <w:rsid w:val="00793D76"/>
    <w:rsid w:val="007948B7"/>
    <w:rsid w:val="00795635"/>
    <w:rsid w:val="00795A7D"/>
    <w:rsid w:val="007967CF"/>
    <w:rsid w:val="00796842"/>
    <w:rsid w:val="0079729A"/>
    <w:rsid w:val="00797E78"/>
    <w:rsid w:val="007A2276"/>
    <w:rsid w:val="007A2C24"/>
    <w:rsid w:val="007A3580"/>
    <w:rsid w:val="007A3883"/>
    <w:rsid w:val="007A3F2B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5C8C"/>
    <w:rsid w:val="007B62BF"/>
    <w:rsid w:val="007B7EF1"/>
    <w:rsid w:val="007C071B"/>
    <w:rsid w:val="007C145B"/>
    <w:rsid w:val="007C1EAF"/>
    <w:rsid w:val="007C2D9D"/>
    <w:rsid w:val="007C2FF8"/>
    <w:rsid w:val="007C39DD"/>
    <w:rsid w:val="007C3DA2"/>
    <w:rsid w:val="007C4896"/>
    <w:rsid w:val="007C51BE"/>
    <w:rsid w:val="007C5870"/>
    <w:rsid w:val="007C5F29"/>
    <w:rsid w:val="007C62ED"/>
    <w:rsid w:val="007C695C"/>
    <w:rsid w:val="007D00D0"/>
    <w:rsid w:val="007D1E0D"/>
    <w:rsid w:val="007D2B3A"/>
    <w:rsid w:val="007D3B2D"/>
    <w:rsid w:val="007D4C27"/>
    <w:rsid w:val="007D51D4"/>
    <w:rsid w:val="007D5561"/>
    <w:rsid w:val="007D719C"/>
    <w:rsid w:val="007D7426"/>
    <w:rsid w:val="007D757B"/>
    <w:rsid w:val="007D760B"/>
    <w:rsid w:val="007E1635"/>
    <w:rsid w:val="007E2AEC"/>
    <w:rsid w:val="007E2C22"/>
    <w:rsid w:val="007E3845"/>
    <w:rsid w:val="007E3914"/>
    <w:rsid w:val="007E3C7E"/>
    <w:rsid w:val="007E4808"/>
    <w:rsid w:val="007E497D"/>
    <w:rsid w:val="007E63D4"/>
    <w:rsid w:val="007E705A"/>
    <w:rsid w:val="007F13BB"/>
    <w:rsid w:val="007F2BED"/>
    <w:rsid w:val="007F4860"/>
    <w:rsid w:val="007F6CDA"/>
    <w:rsid w:val="007F73D6"/>
    <w:rsid w:val="008003D6"/>
    <w:rsid w:val="00802AE2"/>
    <w:rsid w:val="0080328D"/>
    <w:rsid w:val="00803C5F"/>
    <w:rsid w:val="00804CD0"/>
    <w:rsid w:val="00804ECF"/>
    <w:rsid w:val="0080518F"/>
    <w:rsid w:val="00805421"/>
    <w:rsid w:val="0080546B"/>
    <w:rsid w:val="008063B2"/>
    <w:rsid w:val="008067C6"/>
    <w:rsid w:val="00806E0D"/>
    <w:rsid w:val="00811AD6"/>
    <w:rsid w:val="00811D66"/>
    <w:rsid w:val="00813E1C"/>
    <w:rsid w:val="008147CD"/>
    <w:rsid w:val="0081491F"/>
    <w:rsid w:val="00815AFD"/>
    <w:rsid w:val="00816B0D"/>
    <w:rsid w:val="00817976"/>
    <w:rsid w:val="00817BCF"/>
    <w:rsid w:val="00820731"/>
    <w:rsid w:val="00822875"/>
    <w:rsid w:val="0082339D"/>
    <w:rsid w:val="0082385D"/>
    <w:rsid w:val="00823F46"/>
    <w:rsid w:val="00825C38"/>
    <w:rsid w:val="00825D4B"/>
    <w:rsid w:val="00826325"/>
    <w:rsid w:val="00827F01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9B4"/>
    <w:rsid w:val="00840C83"/>
    <w:rsid w:val="008411A5"/>
    <w:rsid w:val="008421F9"/>
    <w:rsid w:val="008422EA"/>
    <w:rsid w:val="008429CD"/>
    <w:rsid w:val="00842CE8"/>
    <w:rsid w:val="00842D9F"/>
    <w:rsid w:val="00842EF2"/>
    <w:rsid w:val="00843165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4F7"/>
    <w:rsid w:val="00861CD3"/>
    <w:rsid w:val="00862D6C"/>
    <w:rsid w:val="00862DBE"/>
    <w:rsid w:val="008642F6"/>
    <w:rsid w:val="00866F1D"/>
    <w:rsid w:val="0086732D"/>
    <w:rsid w:val="00867AEA"/>
    <w:rsid w:val="00867C6C"/>
    <w:rsid w:val="00870159"/>
    <w:rsid w:val="00870C08"/>
    <w:rsid w:val="008717F2"/>
    <w:rsid w:val="008727A9"/>
    <w:rsid w:val="008730E5"/>
    <w:rsid w:val="0087426D"/>
    <w:rsid w:val="00874353"/>
    <w:rsid w:val="008744BD"/>
    <w:rsid w:val="0087716A"/>
    <w:rsid w:val="00877CFA"/>
    <w:rsid w:val="008804B1"/>
    <w:rsid w:val="0088092B"/>
    <w:rsid w:val="0088241A"/>
    <w:rsid w:val="00882909"/>
    <w:rsid w:val="00883CD9"/>
    <w:rsid w:val="00883E44"/>
    <w:rsid w:val="00886068"/>
    <w:rsid w:val="008862B0"/>
    <w:rsid w:val="0089010A"/>
    <w:rsid w:val="0089026F"/>
    <w:rsid w:val="00890F38"/>
    <w:rsid w:val="00890FFD"/>
    <w:rsid w:val="00891205"/>
    <w:rsid w:val="0089517D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A70D7"/>
    <w:rsid w:val="008B05D2"/>
    <w:rsid w:val="008B0CA3"/>
    <w:rsid w:val="008B16E3"/>
    <w:rsid w:val="008B205C"/>
    <w:rsid w:val="008B2D53"/>
    <w:rsid w:val="008B3137"/>
    <w:rsid w:val="008B33A0"/>
    <w:rsid w:val="008B6699"/>
    <w:rsid w:val="008B6956"/>
    <w:rsid w:val="008B7109"/>
    <w:rsid w:val="008B73FC"/>
    <w:rsid w:val="008B7C53"/>
    <w:rsid w:val="008C01EE"/>
    <w:rsid w:val="008C06C1"/>
    <w:rsid w:val="008C1822"/>
    <w:rsid w:val="008C3473"/>
    <w:rsid w:val="008C3A02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1CDC"/>
    <w:rsid w:val="008E322B"/>
    <w:rsid w:val="008E4E72"/>
    <w:rsid w:val="008E5954"/>
    <w:rsid w:val="008E7887"/>
    <w:rsid w:val="008E7907"/>
    <w:rsid w:val="008F0BFC"/>
    <w:rsid w:val="008F0E55"/>
    <w:rsid w:val="008F13B4"/>
    <w:rsid w:val="008F1DF1"/>
    <w:rsid w:val="008F354A"/>
    <w:rsid w:val="008F3A95"/>
    <w:rsid w:val="008F48CB"/>
    <w:rsid w:val="008F4B0E"/>
    <w:rsid w:val="008F503A"/>
    <w:rsid w:val="008F55D6"/>
    <w:rsid w:val="008F608C"/>
    <w:rsid w:val="008F6892"/>
    <w:rsid w:val="008F6BB8"/>
    <w:rsid w:val="008F72D8"/>
    <w:rsid w:val="00900321"/>
    <w:rsid w:val="009004CA"/>
    <w:rsid w:val="009006B6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3706"/>
    <w:rsid w:val="009141D6"/>
    <w:rsid w:val="00914BC9"/>
    <w:rsid w:val="0091517A"/>
    <w:rsid w:val="00915284"/>
    <w:rsid w:val="00915C24"/>
    <w:rsid w:val="00915D43"/>
    <w:rsid w:val="009161FD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1E39"/>
    <w:rsid w:val="0093288D"/>
    <w:rsid w:val="0093363E"/>
    <w:rsid w:val="009341FB"/>
    <w:rsid w:val="009343CC"/>
    <w:rsid w:val="009346B0"/>
    <w:rsid w:val="00934786"/>
    <w:rsid w:val="0093510B"/>
    <w:rsid w:val="00935657"/>
    <w:rsid w:val="0093608B"/>
    <w:rsid w:val="00936696"/>
    <w:rsid w:val="00937B5C"/>
    <w:rsid w:val="0094024D"/>
    <w:rsid w:val="009402E9"/>
    <w:rsid w:val="00942041"/>
    <w:rsid w:val="0094291B"/>
    <w:rsid w:val="00942951"/>
    <w:rsid w:val="00942AB0"/>
    <w:rsid w:val="00942B7C"/>
    <w:rsid w:val="0094371C"/>
    <w:rsid w:val="009438C5"/>
    <w:rsid w:val="0094484B"/>
    <w:rsid w:val="0094525D"/>
    <w:rsid w:val="009455F0"/>
    <w:rsid w:val="009457DB"/>
    <w:rsid w:val="00945A34"/>
    <w:rsid w:val="00947707"/>
    <w:rsid w:val="00947E63"/>
    <w:rsid w:val="009505BB"/>
    <w:rsid w:val="00950FA5"/>
    <w:rsid w:val="00951682"/>
    <w:rsid w:val="0095209D"/>
    <w:rsid w:val="009528C7"/>
    <w:rsid w:val="0095388E"/>
    <w:rsid w:val="00953BDC"/>
    <w:rsid w:val="009557AC"/>
    <w:rsid w:val="00955868"/>
    <w:rsid w:val="009561D0"/>
    <w:rsid w:val="00960758"/>
    <w:rsid w:val="009611B4"/>
    <w:rsid w:val="0096148A"/>
    <w:rsid w:val="00962738"/>
    <w:rsid w:val="00964B99"/>
    <w:rsid w:val="009653A9"/>
    <w:rsid w:val="009655E1"/>
    <w:rsid w:val="00966088"/>
    <w:rsid w:val="009662C5"/>
    <w:rsid w:val="00966E94"/>
    <w:rsid w:val="00967B90"/>
    <w:rsid w:val="00970AE1"/>
    <w:rsid w:val="0097142B"/>
    <w:rsid w:val="00972465"/>
    <w:rsid w:val="00973538"/>
    <w:rsid w:val="00973BAC"/>
    <w:rsid w:val="00973D2A"/>
    <w:rsid w:val="00975436"/>
    <w:rsid w:val="00976DE3"/>
    <w:rsid w:val="009804F6"/>
    <w:rsid w:val="009809F6"/>
    <w:rsid w:val="00980FEF"/>
    <w:rsid w:val="009830AC"/>
    <w:rsid w:val="009836DE"/>
    <w:rsid w:val="00983C3B"/>
    <w:rsid w:val="0098587C"/>
    <w:rsid w:val="00985C8F"/>
    <w:rsid w:val="009879F4"/>
    <w:rsid w:val="00987FB2"/>
    <w:rsid w:val="00992DCD"/>
    <w:rsid w:val="0099445C"/>
    <w:rsid w:val="0099568C"/>
    <w:rsid w:val="00997142"/>
    <w:rsid w:val="00997982"/>
    <w:rsid w:val="00997E76"/>
    <w:rsid w:val="009A1273"/>
    <w:rsid w:val="009A2240"/>
    <w:rsid w:val="009A2E46"/>
    <w:rsid w:val="009A3BA1"/>
    <w:rsid w:val="009A4897"/>
    <w:rsid w:val="009A59DB"/>
    <w:rsid w:val="009A6654"/>
    <w:rsid w:val="009A6E90"/>
    <w:rsid w:val="009A7F6D"/>
    <w:rsid w:val="009B01CB"/>
    <w:rsid w:val="009B0516"/>
    <w:rsid w:val="009B0F39"/>
    <w:rsid w:val="009B1887"/>
    <w:rsid w:val="009B2009"/>
    <w:rsid w:val="009B2CC6"/>
    <w:rsid w:val="009B335A"/>
    <w:rsid w:val="009B3EFC"/>
    <w:rsid w:val="009B3F4D"/>
    <w:rsid w:val="009B5391"/>
    <w:rsid w:val="009C223A"/>
    <w:rsid w:val="009C3642"/>
    <w:rsid w:val="009C4068"/>
    <w:rsid w:val="009C4932"/>
    <w:rsid w:val="009C51B3"/>
    <w:rsid w:val="009C5899"/>
    <w:rsid w:val="009D0570"/>
    <w:rsid w:val="009D0DFB"/>
    <w:rsid w:val="009D1E3D"/>
    <w:rsid w:val="009D1F03"/>
    <w:rsid w:val="009D220F"/>
    <w:rsid w:val="009D23E8"/>
    <w:rsid w:val="009D3532"/>
    <w:rsid w:val="009D3672"/>
    <w:rsid w:val="009D3CD6"/>
    <w:rsid w:val="009D5791"/>
    <w:rsid w:val="009D58F4"/>
    <w:rsid w:val="009D5B21"/>
    <w:rsid w:val="009D5F92"/>
    <w:rsid w:val="009E0A13"/>
    <w:rsid w:val="009E229D"/>
    <w:rsid w:val="009E2CCA"/>
    <w:rsid w:val="009E2FAF"/>
    <w:rsid w:val="009E4BA3"/>
    <w:rsid w:val="009E5141"/>
    <w:rsid w:val="009E58AE"/>
    <w:rsid w:val="009E6367"/>
    <w:rsid w:val="009E7535"/>
    <w:rsid w:val="009F0F53"/>
    <w:rsid w:val="009F1928"/>
    <w:rsid w:val="009F2B85"/>
    <w:rsid w:val="009F39DC"/>
    <w:rsid w:val="009F4FF8"/>
    <w:rsid w:val="009F532A"/>
    <w:rsid w:val="009F5C46"/>
    <w:rsid w:val="009F6D97"/>
    <w:rsid w:val="009F799C"/>
    <w:rsid w:val="009F7DFC"/>
    <w:rsid w:val="00A00454"/>
    <w:rsid w:val="00A00AB8"/>
    <w:rsid w:val="00A01C1E"/>
    <w:rsid w:val="00A02FBB"/>
    <w:rsid w:val="00A038E4"/>
    <w:rsid w:val="00A03DC8"/>
    <w:rsid w:val="00A04222"/>
    <w:rsid w:val="00A04770"/>
    <w:rsid w:val="00A056A8"/>
    <w:rsid w:val="00A0577D"/>
    <w:rsid w:val="00A05794"/>
    <w:rsid w:val="00A067AE"/>
    <w:rsid w:val="00A102BE"/>
    <w:rsid w:val="00A10C47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267F"/>
    <w:rsid w:val="00A229F8"/>
    <w:rsid w:val="00A24DEB"/>
    <w:rsid w:val="00A25B56"/>
    <w:rsid w:val="00A264BD"/>
    <w:rsid w:val="00A27313"/>
    <w:rsid w:val="00A27727"/>
    <w:rsid w:val="00A3098A"/>
    <w:rsid w:val="00A309B0"/>
    <w:rsid w:val="00A30B43"/>
    <w:rsid w:val="00A331FF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47BC7"/>
    <w:rsid w:val="00A50769"/>
    <w:rsid w:val="00A50E54"/>
    <w:rsid w:val="00A51506"/>
    <w:rsid w:val="00A51590"/>
    <w:rsid w:val="00A520E1"/>
    <w:rsid w:val="00A52111"/>
    <w:rsid w:val="00A52176"/>
    <w:rsid w:val="00A52291"/>
    <w:rsid w:val="00A52B51"/>
    <w:rsid w:val="00A53BAE"/>
    <w:rsid w:val="00A5567E"/>
    <w:rsid w:val="00A56AC6"/>
    <w:rsid w:val="00A572DB"/>
    <w:rsid w:val="00A62C4F"/>
    <w:rsid w:val="00A62DEC"/>
    <w:rsid w:val="00A63933"/>
    <w:rsid w:val="00A64BA4"/>
    <w:rsid w:val="00A667D0"/>
    <w:rsid w:val="00A6693A"/>
    <w:rsid w:val="00A66DB2"/>
    <w:rsid w:val="00A70C08"/>
    <w:rsid w:val="00A724FD"/>
    <w:rsid w:val="00A72989"/>
    <w:rsid w:val="00A735FF"/>
    <w:rsid w:val="00A74070"/>
    <w:rsid w:val="00A75B68"/>
    <w:rsid w:val="00A77742"/>
    <w:rsid w:val="00A77976"/>
    <w:rsid w:val="00A77B4C"/>
    <w:rsid w:val="00A77C2F"/>
    <w:rsid w:val="00A80026"/>
    <w:rsid w:val="00A800B0"/>
    <w:rsid w:val="00A8022E"/>
    <w:rsid w:val="00A80E21"/>
    <w:rsid w:val="00A81181"/>
    <w:rsid w:val="00A826B1"/>
    <w:rsid w:val="00A836B6"/>
    <w:rsid w:val="00A844E6"/>
    <w:rsid w:val="00A86849"/>
    <w:rsid w:val="00A86AFE"/>
    <w:rsid w:val="00A9015A"/>
    <w:rsid w:val="00A92099"/>
    <w:rsid w:val="00A92173"/>
    <w:rsid w:val="00A93DF7"/>
    <w:rsid w:val="00A9426B"/>
    <w:rsid w:val="00A94848"/>
    <w:rsid w:val="00A95202"/>
    <w:rsid w:val="00A966A4"/>
    <w:rsid w:val="00A973A7"/>
    <w:rsid w:val="00A97DF4"/>
    <w:rsid w:val="00AA020D"/>
    <w:rsid w:val="00AA09E7"/>
    <w:rsid w:val="00AA18BC"/>
    <w:rsid w:val="00AA3151"/>
    <w:rsid w:val="00AA418F"/>
    <w:rsid w:val="00AA4D08"/>
    <w:rsid w:val="00AA7ADA"/>
    <w:rsid w:val="00AB05DD"/>
    <w:rsid w:val="00AB0CCF"/>
    <w:rsid w:val="00AB0FD8"/>
    <w:rsid w:val="00AB1946"/>
    <w:rsid w:val="00AB26D4"/>
    <w:rsid w:val="00AB2F04"/>
    <w:rsid w:val="00AB3388"/>
    <w:rsid w:val="00AB34A1"/>
    <w:rsid w:val="00AB45AE"/>
    <w:rsid w:val="00AB5611"/>
    <w:rsid w:val="00AB5B91"/>
    <w:rsid w:val="00AB68BF"/>
    <w:rsid w:val="00AB6D28"/>
    <w:rsid w:val="00AB74E0"/>
    <w:rsid w:val="00AC27BB"/>
    <w:rsid w:val="00AC28CC"/>
    <w:rsid w:val="00AC33E4"/>
    <w:rsid w:val="00AC3E0F"/>
    <w:rsid w:val="00AC4B19"/>
    <w:rsid w:val="00AC4D53"/>
    <w:rsid w:val="00AC6166"/>
    <w:rsid w:val="00AC7674"/>
    <w:rsid w:val="00AD2A28"/>
    <w:rsid w:val="00AD3DE6"/>
    <w:rsid w:val="00AD4183"/>
    <w:rsid w:val="00AD48FA"/>
    <w:rsid w:val="00AD57BD"/>
    <w:rsid w:val="00AD696A"/>
    <w:rsid w:val="00AD6B6B"/>
    <w:rsid w:val="00AE036C"/>
    <w:rsid w:val="00AE135B"/>
    <w:rsid w:val="00AE231B"/>
    <w:rsid w:val="00AE2570"/>
    <w:rsid w:val="00AE33AB"/>
    <w:rsid w:val="00AE3AAB"/>
    <w:rsid w:val="00AE4293"/>
    <w:rsid w:val="00AE4B75"/>
    <w:rsid w:val="00AE5249"/>
    <w:rsid w:val="00AE6F05"/>
    <w:rsid w:val="00AE7828"/>
    <w:rsid w:val="00AF1C61"/>
    <w:rsid w:val="00AF1E1B"/>
    <w:rsid w:val="00AF2B0D"/>
    <w:rsid w:val="00AF3F37"/>
    <w:rsid w:val="00AF409F"/>
    <w:rsid w:val="00AF4CD0"/>
    <w:rsid w:val="00AF4E26"/>
    <w:rsid w:val="00AF563B"/>
    <w:rsid w:val="00AF595C"/>
    <w:rsid w:val="00AF6B9B"/>
    <w:rsid w:val="00AF6DB6"/>
    <w:rsid w:val="00B00A9D"/>
    <w:rsid w:val="00B00EE2"/>
    <w:rsid w:val="00B02A87"/>
    <w:rsid w:val="00B04243"/>
    <w:rsid w:val="00B05A14"/>
    <w:rsid w:val="00B05E7E"/>
    <w:rsid w:val="00B06D82"/>
    <w:rsid w:val="00B102E1"/>
    <w:rsid w:val="00B10A9A"/>
    <w:rsid w:val="00B10FA7"/>
    <w:rsid w:val="00B11697"/>
    <w:rsid w:val="00B12D13"/>
    <w:rsid w:val="00B13FD1"/>
    <w:rsid w:val="00B1531B"/>
    <w:rsid w:val="00B16B20"/>
    <w:rsid w:val="00B17C92"/>
    <w:rsid w:val="00B212E7"/>
    <w:rsid w:val="00B21D8D"/>
    <w:rsid w:val="00B23733"/>
    <w:rsid w:val="00B23F19"/>
    <w:rsid w:val="00B267E8"/>
    <w:rsid w:val="00B26BCB"/>
    <w:rsid w:val="00B312E5"/>
    <w:rsid w:val="00B324D1"/>
    <w:rsid w:val="00B32C1A"/>
    <w:rsid w:val="00B33A96"/>
    <w:rsid w:val="00B3712B"/>
    <w:rsid w:val="00B37AF3"/>
    <w:rsid w:val="00B37CCC"/>
    <w:rsid w:val="00B37E14"/>
    <w:rsid w:val="00B4008F"/>
    <w:rsid w:val="00B4230D"/>
    <w:rsid w:val="00B4249B"/>
    <w:rsid w:val="00B427BB"/>
    <w:rsid w:val="00B43AFC"/>
    <w:rsid w:val="00B50B0E"/>
    <w:rsid w:val="00B51199"/>
    <w:rsid w:val="00B52116"/>
    <w:rsid w:val="00B5334E"/>
    <w:rsid w:val="00B539B1"/>
    <w:rsid w:val="00B53A12"/>
    <w:rsid w:val="00B5549D"/>
    <w:rsid w:val="00B55F9C"/>
    <w:rsid w:val="00B56E6A"/>
    <w:rsid w:val="00B6021B"/>
    <w:rsid w:val="00B603D8"/>
    <w:rsid w:val="00B61823"/>
    <w:rsid w:val="00B61DB5"/>
    <w:rsid w:val="00B62FC0"/>
    <w:rsid w:val="00B630A1"/>
    <w:rsid w:val="00B63148"/>
    <w:rsid w:val="00B638A7"/>
    <w:rsid w:val="00B63A01"/>
    <w:rsid w:val="00B65979"/>
    <w:rsid w:val="00B6696B"/>
    <w:rsid w:val="00B66AB3"/>
    <w:rsid w:val="00B673AC"/>
    <w:rsid w:val="00B724E6"/>
    <w:rsid w:val="00B73E2C"/>
    <w:rsid w:val="00B75050"/>
    <w:rsid w:val="00B76132"/>
    <w:rsid w:val="00B76D17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944"/>
    <w:rsid w:val="00B85BF0"/>
    <w:rsid w:val="00B85EC5"/>
    <w:rsid w:val="00B85FCE"/>
    <w:rsid w:val="00B8724A"/>
    <w:rsid w:val="00B8777F"/>
    <w:rsid w:val="00B87B8E"/>
    <w:rsid w:val="00B91599"/>
    <w:rsid w:val="00B9160D"/>
    <w:rsid w:val="00B9282E"/>
    <w:rsid w:val="00B92DD6"/>
    <w:rsid w:val="00B92E34"/>
    <w:rsid w:val="00B951BC"/>
    <w:rsid w:val="00B95904"/>
    <w:rsid w:val="00B96F31"/>
    <w:rsid w:val="00B97698"/>
    <w:rsid w:val="00BA2EFF"/>
    <w:rsid w:val="00BA3C77"/>
    <w:rsid w:val="00BA3C7F"/>
    <w:rsid w:val="00BA4794"/>
    <w:rsid w:val="00BA4DB9"/>
    <w:rsid w:val="00BA4EE0"/>
    <w:rsid w:val="00BA6F04"/>
    <w:rsid w:val="00BB112F"/>
    <w:rsid w:val="00BB1132"/>
    <w:rsid w:val="00BB1229"/>
    <w:rsid w:val="00BB1775"/>
    <w:rsid w:val="00BB2AE9"/>
    <w:rsid w:val="00BB4666"/>
    <w:rsid w:val="00BC00D1"/>
    <w:rsid w:val="00BC0C6B"/>
    <w:rsid w:val="00BC2E18"/>
    <w:rsid w:val="00BC3396"/>
    <w:rsid w:val="00BC3C37"/>
    <w:rsid w:val="00BC494A"/>
    <w:rsid w:val="00BC4DB2"/>
    <w:rsid w:val="00BC6510"/>
    <w:rsid w:val="00BC68DC"/>
    <w:rsid w:val="00BC6FBB"/>
    <w:rsid w:val="00BD0A74"/>
    <w:rsid w:val="00BD0E65"/>
    <w:rsid w:val="00BD180A"/>
    <w:rsid w:val="00BD2C57"/>
    <w:rsid w:val="00BD3189"/>
    <w:rsid w:val="00BD462F"/>
    <w:rsid w:val="00BD5902"/>
    <w:rsid w:val="00BD6159"/>
    <w:rsid w:val="00BD6A93"/>
    <w:rsid w:val="00BE04C2"/>
    <w:rsid w:val="00BE157E"/>
    <w:rsid w:val="00BE1EF3"/>
    <w:rsid w:val="00BE27AE"/>
    <w:rsid w:val="00BE3484"/>
    <w:rsid w:val="00BE47A6"/>
    <w:rsid w:val="00BE52F6"/>
    <w:rsid w:val="00BE6118"/>
    <w:rsid w:val="00BE6712"/>
    <w:rsid w:val="00BE6854"/>
    <w:rsid w:val="00BE6C25"/>
    <w:rsid w:val="00BF053A"/>
    <w:rsid w:val="00BF05D2"/>
    <w:rsid w:val="00BF0D39"/>
    <w:rsid w:val="00BF113E"/>
    <w:rsid w:val="00BF14FB"/>
    <w:rsid w:val="00BF16C0"/>
    <w:rsid w:val="00BF1C88"/>
    <w:rsid w:val="00BF261F"/>
    <w:rsid w:val="00BF2C36"/>
    <w:rsid w:val="00BF4490"/>
    <w:rsid w:val="00BF47DF"/>
    <w:rsid w:val="00BF4804"/>
    <w:rsid w:val="00BF5636"/>
    <w:rsid w:val="00BF66D7"/>
    <w:rsid w:val="00BF75AF"/>
    <w:rsid w:val="00BF7CD0"/>
    <w:rsid w:val="00C00C31"/>
    <w:rsid w:val="00C010DC"/>
    <w:rsid w:val="00C01363"/>
    <w:rsid w:val="00C02A0A"/>
    <w:rsid w:val="00C02C30"/>
    <w:rsid w:val="00C04F6D"/>
    <w:rsid w:val="00C05126"/>
    <w:rsid w:val="00C0548D"/>
    <w:rsid w:val="00C055A0"/>
    <w:rsid w:val="00C055FE"/>
    <w:rsid w:val="00C06214"/>
    <w:rsid w:val="00C07318"/>
    <w:rsid w:val="00C118E1"/>
    <w:rsid w:val="00C12730"/>
    <w:rsid w:val="00C12B81"/>
    <w:rsid w:val="00C12F34"/>
    <w:rsid w:val="00C169A3"/>
    <w:rsid w:val="00C20071"/>
    <w:rsid w:val="00C2187D"/>
    <w:rsid w:val="00C22A19"/>
    <w:rsid w:val="00C22C72"/>
    <w:rsid w:val="00C23683"/>
    <w:rsid w:val="00C251DE"/>
    <w:rsid w:val="00C25B0A"/>
    <w:rsid w:val="00C26F17"/>
    <w:rsid w:val="00C276D3"/>
    <w:rsid w:val="00C300AA"/>
    <w:rsid w:val="00C30F77"/>
    <w:rsid w:val="00C31678"/>
    <w:rsid w:val="00C32310"/>
    <w:rsid w:val="00C325F5"/>
    <w:rsid w:val="00C33363"/>
    <w:rsid w:val="00C3387C"/>
    <w:rsid w:val="00C35177"/>
    <w:rsid w:val="00C3519C"/>
    <w:rsid w:val="00C352B9"/>
    <w:rsid w:val="00C40B62"/>
    <w:rsid w:val="00C40E1A"/>
    <w:rsid w:val="00C41288"/>
    <w:rsid w:val="00C426E9"/>
    <w:rsid w:val="00C42A07"/>
    <w:rsid w:val="00C43E5B"/>
    <w:rsid w:val="00C454AE"/>
    <w:rsid w:val="00C45609"/>
    <w:rsid w:val="00C471FB"/>
    <w:rsid w:val="00C478B1"/>
    <w:rsid w:val="00C51227"/>
    <w:rsid w:val="00C51F7D"/>
    <w:rsid w:val="00C52099"/>
    <w:rsid w:val="00C521E0"/>
    <w:rsid w:val="00C52574"/>
    <w:rsid w:val="00C52698"/>
    <w:rsid w:val="00C532AF"/>
    <w:rsid w:val="00C53707"/>
    <w:rsid w:val="00C54495"/>
    <w:rsid w:val="00C550F7"/>
    <w:rsid w:val="00C554AE"/>
    <w:rsid w:val="00C55E91"/>
    <w:rsid w:val="00C56F87"/>
    <w:rsid w:val="00C5722D"/>
    <w:rsid w:val="00C5749F"/>
    <w:rsid w:val="00C60165"/>
    <w:rsid w:val="00C617E6"/>
    <w:rsid w:val="00C6437E"/>
    <w:rsid w:val="00C645AB"/>
    <w:rsid w:val="00C652A8"/>
    <w:rsid w:val="00C66C5C"/>
    <w:rsid w:val="00C679A2"/>
    <w:rsid w:val="00C72229"/>
    <w:rsid w:val="00C72A3F"/>
    <w:rsid w:val="00C72F5A"/>
    <w:rsid w:val="00C739F2"/>
    <w:rsid w:val="00C74003"/>
    <w:rsid w:val="00C7484E"/>
    <w:rsid w:val="00C74BBD"/>
    <w:rsid w:val="00C750C1"/>
    <w:rsid w:val="00C75610"/>
    <w:rsid w:val="00C757D9"/>
    <w:rsid w:val="00C758A3"/>
    <w:rsid w:val="00C8062E"/>
    <w:rsid w:val="00C81275"/>
    <w:rsid w:val="00C81B14"/>
    <w:rsid w:val="00C82655"/>
    <w:rsid w:val="00C826C2"/>
    <w:rsid w:val="00C8419A"/>
    <w:rsid w:val="00C84C40"/>
    <w:rsid w:val="00C852C2"/>
    <w:rsid w:val="00C85D84"/>
    <w:rsid w:val="00C87417"/>
    <w:rsid w:val="00C87EE5"/>
    <w:rsid w:val="00C91156"/>
    <w:rsid w:val="00C91626"/>
    <w:rsid w:val="00C920A8"/>
    <w:rsid w:val="00C92608"/>
    <w:rsid w:val="00C929BC"/>
    <w:rsid w:val="00C92A09"/>
    <w:rsid w:val="00C941E8"/>
    <w:rsid w:val="00C964D5"/>
    <w:rsid w:val="00C96D4B"/>
    <w:rsid w:val="00C9701F"/>
    <w:rsid w:val="00C97488"/>
    <w:rsid w:val="00C976FC"/>
    <w:rsid w:val="00C97FF1"/>
    <w:rsid w:val="00CA23F6"/>
    <w:rsid w:val="00CA2BE5"/>
    <w:rsid w:val="00CA3388"/>
    <w:rsid w:val="00CA4592"/>
    <w:rsid w:val="00CA7B87"/>
    <w:rsid w:val="00CA7BED"/>
    <w:rsid w:val="00CB18C2"/>
    <w:rsid w:val="00CB41AB"/>
    <w:rsid w:val="00CB43EC"/>
    <w:rsid w:val="00CB4437"/>
    <w:rsid w:val="00CB467B"/>
    <w:rsid w:val="00CB549A"/>
    <w:rsid w:val="00CB66E6"/>
    <w:rsid w:val="00CB6E04"/>
    <w:rsid w:val="00CB7E28"/>
    <w:rsid w:val="00CB7E83"/>
    <w:rsid w:val="00CC0D8B"/>
    <w:rsid w:val="00CC2069"/>
    <w:rsid w:val="00CC23CB"/>
    <w:rsid w:val="00CC26C9"/>
    <w:rsid w:val="00CC3156"/>
    <w:rsid w:val="00CC331B"/>
    <w:rsid w:val="00CC3F54"/>
    <w:rsid w:val="00CC5517"/>
    <w:rsid w:val="00CC6B7F"/>
    <w:rsid w:val="00CC6D99"/>
    <w:rsid w:val="00CC71FB"/>
    <w:rsid w:val="00CC7786"/>
    <w:rsid w:val="00CD18F1"/>
    <w:rsid w:val="00CD2D71"/>
    <w:rsid w:val="00CD2F62"/>
    <w:rsid w:val="00CD3139"/>
    <w:rsid w:val="00CE1A82"/>
    <w:rsid w:val="00CE28C6"/>
    <w:rsid w:val="00CE4BE5"/>
    <w:rsid w:val="00CE5574"/>
    <w:rsid w:val="00CE596F"/>
    <w:rsid w:val="00CE711F"/>
    <w:rsid w:val="00CE7A7C"/>
    <w:rsid w:val="00CE7E09"/>
    <w:rsid w:val="00CE7EF3"/>
    <w:rsid w:val="00CF0510"/>
    <w:rsid w:val="00CF1658"/>
    <w:rsid w:val="00CF1E60"/>
    <w:rsid w:val="00CF1F6A"/>
    <w:rsid w:val="00CF3DD0"/>
    <w:rsid w:val="00CF3E5E"/>
    <w:rsid w:val="00CF49A6"/>
    <w:rsid w:val="00CF4B08"/>
    <w:rsid w:val="00CF62A4"/>
    <w:rsid w:val="00CF77D2"/>
    <w:rsid w:val="00CF793E"/>
    <w:rsid w:val="00CF7C3A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439"/>
    <w:rsid w:val="00D05527"/>
    <w:rsid w:val="00D0581A"/>
    <w:rsid w:val="00D06ED2"/>
    <w:rsid w:val="00D07CB6"/>
    <w:rsid w:val="00D10464"/>
    <w:rsid w:val="00D1214F"/>
    <w:rsid w:val="00D12B7A"/>
    <w:rsid w:val="00D12D28"/>
    <w:rsid w:val="00D1498E"/>
    <w:rsid w:val="00D14A2D"/>
    <w:rsid w:val="00D16F8A"/>
    <w:rsid w:val="00D17BA7"/>
    <w:rsid w:val="00D21902"/>
    <w:rsid w:val="00D224E8"/>
    <w:rsid w:val="00D23267"/>
    <w:rsid w:val="00D2350C"/>
    <w:rsid w:val="00D23EB7"/>
    <w:rsid w:val="00D23EF6"/>
    <w:rsid w:val="00D241AA"/>
    <w:rsid w:val="00D242CD"/>
    <w:rsid w:val="00D24E94"/>
    <w:rsid w:val="00D261F5"/>
    <w:rsid w:val="00D3010A"/>
    <w:rsid w:val="00D30151"/>
    <w:rsid w:val="00D30F07"/>
    <w:rsid w:val="00D31BF7"/>
    <w:rsid w:val="00D32111"/>
    <w:rsid w:val="00D32B34"/>
    <w:rsid w:val="00D3326A"/>
    <w:rsid w:val="00D332A7"/>
    <w:rsid w:val="00D33482"/>
    <w:rsid w:val="00D3422A"/>
    <w:rsid w:val="00D372B8"/>
    <w:rsid w:val="00D3788C"/>
    <w:rsid w:val="00D41033"/>
    <w:rsid w:val="00D42CA6"/>
    <w:rsid w:val="00D43281"/>
    <w:rsid w:val="00D438E2"/>
    <w:rsid w:val="00D44CF5"/>
    <w:rsid w:val="00D456ED"/>
    <w:rsid w:val="00D4586D"/>
    <w:rsid w:val="00D462A3"/>
    <w:rsid w:val="00D46903"/>
    <w:rsid w:val="00D523CD"/>
    <w:rsid w:val="00D52867"/>
    <w:rsid w:val="00D52A0C"/>
    <w:rsid w:val="00D53150"/>
    <w:rsid w:val="00D571B1"/>
    <w:rsid w:val="00D579AF"/>
    <w:rsid w:val="00D57E7C"/>
    <w:rsid w:val="00D600E0"/>
    <w:rsid w:val="00D61867"/>
    <w:rsid w:val="00D62654"/>
    <w:rsid w:val="00D62706"/>
    <w:rsid w:val="00D627B1"/>
    <w:rsid w:val="00D631DA"/>
    <w:rsid w:val="00D63551"/>
    <w:rsid w:val="00D639FE"/>
    <w:rsid w:val="00D63E60"/>
    <w:rsid w:val="00D64242"/>
    <w:rsid w:val="00D6635A"/>
    <w:rsid w:val="00D70A0B"/>
    <w:rsid w:val="00D70A96"/>
    <w:rsid w:val="00D729E4"/>
    <w:rsid w:val="00D74002"/>
    <w:rsid w:val="00D745D7"/>
    <w:rsid w:val="00D749B6"/>
    <w:rsid w:val="00D77E6D"/>
    <w:rsid w:val="00D77E90"/>
    <w:rsid w:val="00D8038A"/>
    <w:rsid w:val="00D81B5D"/>
    <w:rsid w:val="00D81EA1"/>
    <w:rsid w:val="00D82EC0"/>
    <w:rsid w:val="00D83539"/>
    <w:rsid w:val="00D8362F"/>
    <w:rsid w:val="00D836BE"/>
    <w:rsid w:val="00D83E4D"/>
    <w:rsid w:val="00D84295"/>
    <w:rsid w:val="00D8534A"/>
    <w:rsid w:val="00D85BD4"/>
    <w:rsid w:val="00D85CA8"/>
    <w:rsid w:val="00D861CE"/>
    <w:rsid w:val="00D870D0"/>
    <w:rsid w:val="00D8784F"/>
    <w:rsid w:val="00D879D0"/>
    <w:rsid w:val="00D901FF"/>
    <w:rsid w:val="00D9170A"/>
    <w:rsid w:val="00D91894"/>
    <w:rsid w:val="00D9252D"/>
    <w:rsid w:val="00D925D8"/>
    <w:rsid w:val="00D92DAB"/>
    <w:rsid w:val="00D92EFC"/>
    <w:rsid w:val="00D93E39"/>
    <w:rsid w:val="00D9459D"/>
    <w:rsid w:val="00D950DE"/>
    <w:rsid w:val="00D9588F"/>
    <w:rsid w:val="00D96F1E"/>
    <w:rsid w:val="00DA0021"/>
    <w:rsid w:val="00DA0BBE"/>
    <w:rsid w:val="00DA3263"/>
    <w:rsid w:val="00DA3558"/>
    <w:rsid w:val="00DA3BA1"/>
    <w:rsid w:val="00DA4390"/>
    <w:rsid w:val="00DA44F8"/>
    <w:rsid w:val="00DA6A3F"/>
    <w:rsid w:val="00DA6B9C"/>
    <w:rsid w:val="00DA6F04"/>
    <w:rsid w:val="00DA765D"/>
    <w:rsid w:val="00DB0221"/>
    <w:rsid w:val="00DB02B3"/>
    <w:rsid w:val="00DB0549"/>
    <w:rsid w:val="00DB1CA2"/>
    <w:rsid w:val="00DB1DBB"/>
    <w:rsid w:val="00DB2DED"/>
    <w:rsid w:val="00DB4243"/>
    <w:rsid w:val="00DB4D89"/>
    <w:rsid w:val="00DB7239"/>
    <w:rsid w:val="00DC0564"/>
    <w:rsid w:val="00DC0D0F"/>
    <w:rsid w:val="00DC2008"/>
    <w:rsid w:val="00DC24A8"/>
    <w:rsid w:val="00DC326F"/>
    <w:rsid w:val="00DC4F31"/>
    <w:rsid w:val="00DC5AC0"/>
    <w:rsid w:val="00DC6BC5"/>
    <w:rsid w:val="00DC6D9D"/>
    <w:rsid w:val="00DC7648"/>
    <w:rsid w:val="00DD0077"/>
    <w:rsid w:val="00DD0A01"/>
    <w:rsid w:val="00DD0EB1"/>
    <w:rsid w:val="00DD2C98"/>
    <w:rsid w:val="00DD693B"/>
    <w:rsid w:val="00DD6E71"/>
    <w:rsid w:val="00DE1550"/>
    <w:rsid w:val="00DE1806"/>
    <w:rsid w:val="00DE1A5F"/>
    <w:rsid w:val="00DE2302"/>
    <w:rsid w:val="00DE25F7"/>
    <w:rsid w:val="00DE39F4"/>
    <w:rsid w:val="00DE3AA1"/>
    <w:rsid w:val="00DE4E49"/>
    <w:rsid w:val="00DE4ED0"/>
    <w:rsid w:val="00DE4FAB"/>
    <w:rsid w:val="00DE6C7A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0809"/>
    <w:rsid w:val="00E120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6C8"/>
    <w:rsid w:val="00E31F89"/>
    <w:rsid w:val="00E32B2B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330"/>
    <w:rsid w:val="00E405B5"/>
    <w:rsid w:val="00E409EF"/>
    <w:rsid w:val="00E40D93"/>
    <w:rsid w:val="00E41FCF"/>
    <w:rsid w:val="00E4215A"/>
    <w:rsid w:val="00E42396"/>
    <w:rsid w:val="00E429DF"/>
    <w:rsid w:val="00E43C48"/>
    <w:rsid w:val="00E44505"/>
    <w:rsid w:val="00E45317"/>
    <w:rsid w:val="00E46704"/>
    <w:rsid w:val="00E46D24"/>
    <w:rsid w:val="00E47E01"/>
    <w:rsid w:val="00E47E2C"/>
    <w:rsid w:val="00E50E78"/>
    <w:rsid w:val="00E51512"/>
    <w:rsid w:val="00E51A43"/>
    <w:rsid w:val="00E51F99"/>
    <w:rsid w:val="00E52975"/>
    <w:rsid w:val="00E535DD"/>
    <w:rsid w:val="00E55D56"/>
    <w:rsid w:val="00E55E97"/>
    <w:rsid w:val="00E5705F"/>
    <w:rsid w:val="00E57672"/>
    <w:rsid w:val="00E61891"/>
    <w:rsid w:val="00E634BD"/>
    <w:rsid w:val="00E638BD"/>
    <w:rsid w:val="00E63DB8"/>
    <w:rsid w:val="00E64166"/>
    <w:rsid w:val="00E643D0"/>
    <w:rsid w:val="00E647B4"/>
    <w:rsid w:val="00E67771"/>
    <w:rsid w:val="00E7228F"/>
    <w:rsid w:val="00E72DEA"/>
    <w:rsid w:val="00E73CF1"/>
    <w:rsid w:val="00E74D47"/>
    <w:rsid w:val="00E75421"/>
    <w:rsid w:val="00E75845"/>
    <w:rsid w:val="00E75CDF"/>
    <w:rsid w:val="00E76F82"/>
    <w:rsid w:val="00E7730D"/>
    <w:rsid w:val="00E7733B"/>
    <w:rsid w:val="00E809F4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154"/>
    <w:rsid w:val="00E97589"/>
    <w:rsid w:val="00E977F2"/>
    <w:rsid w:val="00EA0234"/>
    <w:rsid w:val="00EA050C"/>
    <w:rsid w:val="00EA1C63"/>
    <w:rsid w:val="00EA267F"/>
    <w:rsid w:val="00EA3442"/>
    <w:rsid w:val="00EA390D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073E"/>
    <w:rsid w:val="00EB1265"/>
    <w:rsid w:val="00EB139A"/>
    <w:rsid w:val="00EB2119"/>
    <w:rsid w:val="00EB219B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0B3"/>
    <w:rsid w:val="00EC7B96"/>
    <w:rsid w:val="00ED15E7"/>
    <w:rsid w:val="00ED2DF1"/>
    <w:rsid w:val="00ED3508"/>
    <w:rsid w:val="00ED5C6E"/>
    <w:rsid w:val="00ED6563"/>
    <w:rsid w:val="00ED6ABC"/>
    <w:rsid w:val="00ED7454"/>
    <w:rsid w:val="00EE006D"/>
    <w:rsid w:val="00EE13D9"/>
    <w:rsid w:val="00EE20F2"/>
    <w:rsid w:val="00EE534E"/>
    <w:rsid w:val="00EE57BE"/>
    <w:rsid w:val="00EE57CD"/>
    <w:rsid w:val="00EE5C0E"/>
    <w:rsid w:val="00EE6392"/>
    <w:rsid w:val="00EE7E95"/>
    <w:rsid w:val="00EF1101"/>
    <w:rsid w:val="00EF1337"/>
    <w:rsid w:val="00EF2BBA"/>
    <w:rsid w:val="00EF32A6"/>
    <w:rsid w:val="00EF379E"/>
    <w:rsid w:val="00EF3BB5"/>
    <w:rsid w:val="00EF441D"/>
    <w:rsid w:val="00EF7981"/>
    <w:rsid w:val="00EF7A2A"/>
    <w:rsid w:val="00EF7B79"/>
    <w:rsid w:val="00F00B94"/>
    <w:rsid w:val="00F03185"/>
    <w:rsid w:val="00F0378A"/>
    <w:rsid w:val="00F0412E"/>
    <w:rsid w:val="00F052DA"/>
    <w:rsid w:val="00F05ADD"/>
    <w:rsid w:val="00F06031"/>
    <w:rsid w:val="00F07553"/>
    <w:rsid w:val="00F10D9A"/>
    <w:rsid w:val="00F113C7"/>
    <w:rsid w:val="00F1153D"/>
    <w:rsid w:val="00F116F5"/>
    <w:rsid w:val="00F11D46"/>
    <w:rsid w:val="00F14004"/>
    <w:rsid w:val="00F155C4"/>
    <w:rsid w:val="00F165F6"/>
    <w:rsid w:val="00F204D7"/>
    <w:rsid w:val="00F2102F"/>
    <w:rsid w:val="00F23889"/>
    <w:rsid w:val="00F24866"/>
    <w:rsid w:val="00F24E23"/>
    <w:rsid w:val="00F25221"/>
    <w:rsid w:val="00F2661C"/>
    <w:rsid w:val="00F267E2"/>
    <w:rsid w:val="00F26B4B"/>
    <w:rsid w:val="00F2701E"/>
    <w:rsid w:val="00F27129"/>
    <w:rsid w:val="00F34915"/>
    <w:rsid w:val="00F3578E"/>
    <w:rsid w:val="00F36C50"/>
    <w:rsid w:val="00F36D92"/>
    <w:rsid w:val="00F36DAA"/>
    <w:rsid w:val="00F40226"/>
    <w:rsid w:val="00F4036B"/>
    <w:rsid w:val="00F413DD"/>
    <w:rsid w:val="00F4205D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2AC6"/>
    <w:rsid w:val="00F56884"/>
    <w:rsid w:val="00F56A30"/>
    <w:rsid w:val="00F56AB3"/>
    <w:rsid w:val="00F6042F"/>
    <w:rsid w:val="00F626FF"/>
    <w:rsid w:val="00F64517"/>
    <w:rsid w:val="00F67B20"/>
    <w:rsid w:val="00F67C18"/>
    <w:rsid w:val="00F7032B"/>
    <w:rsid w:val="00F70586"/>
    <w:rsid w:val="00F70B00"/>
    <w:rsid w:val="00F70DBD"/>
    <w:rsid w:val="00F72246"/>
    <w:rsid w:val="00F73081"/>
    <w:rsid w:val="00F773C2"/>
    <w:rsid w:val="00F80DF1"/>
    <w:rsid w:val="00F81956"/>
    <w:rsid w:val="00F8269D"/>
    <w:rsid w:val="00F849E5"/>
    <w:rsid w:val="00F8509E"/>
    <w:rsid w:val="00F85368"/>
    <w:rsid w:val="00F853FF"/>
    <w:rsid w:val="00F860B6"/>
    <w:rsid w:val="00F86395"/>
    <w:rsid w:val="00F91359"/>
    <w:rsid w:val="00F91D1E"/>
    <w:rsid w:val="00F93E64"/>
    <w:rsid w:val="00F94B5E"/>
    <w:rsid w:val="00F950CD"/>
    <w:rsid w:val="00F95212"/>
    <w:rsid w:val="00F9541F"/>
    <w:rsid w:val="00F967F8"/>
    <w:rsid w:val="00F9751E"/>
    <w:rsid w:val="00F9786E"/>
    <w:rsid w:val="00FA14D2"/>
    <w:rsid w:val="00FA16B7"/>
    <w:rsid w:val="00FA314E"/>
    <w:rsid w:val="00FA3FAC"/>
    <w:rsid w:val="00FA5065"/>
    <w:rsid w:val="00FA774A"/>
    <w:rsid w:val="00FB0B09"/>
    <w:rsid w:val="00FB17A8"/>
    <w:rsid w:val="00FB1FC8"/>
    <w:rsid w:val="00FB223E"/>
    <w:rsid w:val="00FB242B"/>
    <w:rsid w:val="00FB2655"/>
    <w:rsid w:val="00FB2E4C"/>
    <w:rsid w:val="00FB3022"/>
    <w:rsid w:val="00FB3152"/>
    <w:rsid w:val="00FB53B1"/>
    <w:rsid w:val="00FB7395"/>
    <w:rsid w:val="00FB7A69"/>
    <w:rsid w:val="00FB7CC1"/>
    <w:rsid w:val="00FC0F22"/>
    <w:rsid w:val="00FC17AA"/>
    <w:rsid w:val="00FC2E55"/>
    <w:rsid w:val="00FC2EED"/>
    <w:rsid w:val="00FC31B4"/>
    <w:rsid w:val="00FC31E8"/>
    <w:rsid w:val="00FC5879"/>
    <w:rsid w:val="00FC631D"/>
    <w:rsid w:val="00FC6E66"/>
    <w:rsid w:val="00FC79B5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5CA2"/>
    <w:rsid w:val="00FD66F3"/>
    <w:rsid w:val="00FD7EBA"/>
    <w:rsid w:val="00FE00B0"/>
    <w:rsid w:val="00FE054F"/>
    <w:rsid w:val="00FE0B80"/>
    <w:rsid w:val="00FE1407"/>
    <w:rsid w:val="00FE18AA"/>
    <w:rsid w:val="00FE2305"/>
    <w:rsid w:val="00FE2DED"/>
    <w:rsid w:val="00FE31D4"/>
    <w:rsid w:val="00FE5DC9"/>
    <w:rsid w:val="00FE6454"/>
    <w:rsid w:val="00FE6F96"/>
    <w:rsid w:val="00FF063A"/>
    <w:rsid w:val="00FF0AE1"/>
    <w:rsid w:val="00FF168B"/>
    <w:rsid w:val="00FF22CE"/>
    <w:rsid w:val="00FF38A7"/>
    <w:rsid w:val="00FF3E22"/>
    <w:rsid w:val="00FF411C"/>
    <w:rsid w:val="00FF5453"/>
    <w:rsid w:val="00FF576B"/>
    <w:rsid w:val="00FF6383"/>
    <w:rsid w:val="00FF6E6F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842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ADE25-1F9E-4C16-92C3-1930B0482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227</TotalTime>
  <Pages>2</Pages>
  <Words>420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46</cp:revision>
  <cp:lastPrinted>2025-11-05T20:40:00Z</cp:lastPrinted>
  <dcterms:created xsi:type="dcterms:W3CDTF">2025-10-17T16:51:00Z</dcterms:created>
  <dcterms:modified xsi:type="dcterms:W3CDTF">2025-11-19T19:39:00Z</dcterms:modified>
</cp:coreProperties>
</file>